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6" w:after="0" w:line="372" w:lineRule="auto"/>
        <w:ind w:left="3363" w:right="758" w:firstLine="-2618"/>
        <w:jc w:val="left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EXTENDING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ORKPL</w:t>
      </w:r>
      <w:r>
        <w:rPr>
          <w:rFonts w:ascii="Arial" w:hAnsi="Arial" w:cs="Arial" w:eastAsia="Arial"/>
          <w:sz w:val="36"/>
          <w:szCs w:val="36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SHELL</w:t>
      </w:r>
      <w:r>
        <w:rPr>
          <w:rFonts w:ascii="Arial" w:hAnsi="Arial" w:cs="Arial" w:eastAsia="Arial"/>
          <w:sz w:val="36"/>
          <w:szCs w:val="3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OBJECT</w:t>
      </w:r>
      <w:r>
        <w:rPr>
          <w:rFonts w:ascii="Arial" w:hAnsi="Arial" w:cs="Arial" w:eastAsia="Arial"/>
          <w:sz w:val="36"/>
          <w:szCs w:val="3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REXX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570" w:right="3541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Rony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G.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Fla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scher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203" w:right="177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2960" w:right="2932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57" w:right="730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22" w:right="796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Econom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332" w:right="303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„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th</w:t>
      </w:r>
      <w:r>
        <w:rPr>
          <w:rFonts w:ascii="Arial" w:hAnsi="Arial" w:cs="Arial" w:eastAsia="Arial"/>
          <w:sz w:val="14"/>
          <w:szCs w:val="14"/>
          <w:spacing w:val="27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mpos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Phoen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24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26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2000.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3831" w:right="3806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BSTR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UI)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like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+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+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BOL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PL/I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Sma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lk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component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tanda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ommo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uest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oker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chitectu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CORBA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introduce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oncept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echnolo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discusse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abilities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like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onstrat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appliccabilit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echnolo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demonst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scri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</w:p>
    <w:p>
      <w:pPr>
        <w:jc w:val="both"/>
        <w:spacing w:after="0"/>
        <w:sectPr>
          <w:pgNumType w:start="1"/>
          <w:pgMar w:footer="505" w:top="1400" w:bottom="700" w:left="1320" w:right="1320"/>
          <w:footerReference w:type="default" r:id="rId5"/>
          <w:type w:val="continuous"/>
          <w:pgSz w:w="11900" w:h="16840"/>
        </w:sectPr>
      </w:pPr>
      <w:rPr/>
    </w:p>
    <w:p>
      <w:pPr>
        <w:spacing w:before="79" w:after="0" w:line="359" w:lineRule="auto"/>
        <w:ind w:left="121" w:right="5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becom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6081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      </w:t>
      </w:r>
      <w:r>
        <w:rPr>
          <w:rFonts w:ascii="Arial" w:hAnsi="Arial" w:cs="Arial" w:eastAsia="Arial"/>
          <w:sz w:val="28"/>
          <w:szCs w:val="28"/>
          <w:spacing w:val="7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NTRODUCT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ll”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compute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C)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lf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testbe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ndust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shap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G)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commo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matter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3.0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demand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SAA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ocedu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back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ompat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becam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especti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class!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demonst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3853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      </w:t>
      </w:r>
      <w:r>
        <w:rPr>
          <w:rFonts w:ascii="Arial" w:hAnsi="Arial" w:cs="Arial" w:eastAsia="Arial"/>
          <w:sz w:val="28"/>
          <w:szCs w:val="28"/>
          <w:spacing w:val="7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SYSTEM</w:t>
      </w:r>
      <w:r>
        <w:rPr>
          <w:rFonts w:ascii="Arial" w:hAnsi="Arial" w:cs="Arial" w:eastAsia="Arial"/>
          <w:sz w:val="28"/>
          <w:szCs w:val="28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OBJECT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ODEL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(SO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0" w:footer="505" w:top="1360" w:bottom="700" w:left="1320" w:right="1320"/>
          <w:pgSz w:w="11900" w:h="16840"/>
        </w:sectPr>
      </w:pPr>
      <w:rPr/>
    </w:p>
    <w:p>
      <w:pPr>
        <w:spacing w:before="79" w:after="0" w:line="359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l”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compute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concep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lish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unma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depend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necess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*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commun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neut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ndependent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ommun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otoco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(“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’i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kno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emot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ocedu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ll”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C)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[O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aEd96]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oade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acceptanc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271" w:lineRule="exact"/>
        <w:ind w:left="121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03.000999pt;margin-top:48.915459pt;width:406.32pt;height:200.16pt;mso-position-horizontal-relative:page;mso-position-vertical-relative:paragraph;z-index:-1473" coordorigin="2060,978" coordsize="8126,4003">
            <v:group style="position:absolute;left:2065;top:1444;width:2489;height:1198" coordorigin="2065,1444" coordsize="2489,1198">
              <v:shape style="position:absolute;left:2065;top:1444;width:2489;height:1198" coordorigin="2065,1444" coordsize="2489,1198" path="m2065,2044l2065,2013,2067,2001,2067,1991,2074,1962,2079,1953,2082,1941,2084,1931,2113,1874,2120,1864,2125,1854,2132,1847,2161,1809,2170,1802,2178,1792,2187,1782,2197,1775,2204,1766,2214,1758,2223,1749,2235,1742,2245,1732,2254,1725,2266,1715,2276,1708,2288,1701,2300,1691,2348,1662,2362,1655,2374,1648,2389,1641,2401,1634,2458,1605,2473,1600,2502,1586,2518,1581,2533,1574,2550,1569,2564,1562,2598,1552,2614,1545,2715,1516,2734,1511,2751,1506,2770,1502,2787,1499,2806,1494,2826,1490,2845,1487,2862,1482,2881,1480,2900,1475,2919,1473,2938,1470,2960,1468,2979,1463,2998,1461,3018,1458,3039,1456,3058,1456,3078,1454,3121,1449,3140,1449,3162,1446,3181,1446,3202,1444,3414,1444,3435,1446,3457,1446,3476,1449,3498,1449,3519,1451,3538,1454,3560,1456,3579,1456,3598,1458,3620,1461,3639,1463,3658,1468,3678,1470,3697,1473,3716,1475,3735,1480,3754,1482,3774,1487,3793,1490,3812,1494,3829,1499,3848,1502,3865,1506,3884,1511,3918,1521,3937,1526,4004,1545,4021,1552,4038,1557,4052,1562,4069,1569,4083,1574,4100,1581,4114,1586,4131,1593,4146,1600,4160,1605,4203,1626,4215,1634,4244,1648,4268,1662,4282,1670,4318,1691,4330,1701,4340,1708,4352,1715,4362,1725,4374,1732,4383,1742,4393,1749,4402,1758,4412,1766,4422,1775,4431,1782,4438,1792,4455,1809,4462,1818,4472,1828,4477,1838,4484,1847,4491,1854,4498,1864,4503,1874,4510,1883,4530,1922,4532,1931,4537,1941,4539,1953,4542,1962,4546,1972,4546,1982,4551,2001,4551,2013,4554,2022,4554,2063,4551,2073,4551,2085,4546,2104,4546,2114,4542,2123,4539,2133,4537,2145,4532,2154,4530,2164,4510,2202,4503,2212,4498,2222,4491,2231,4484,2238,4477,2248,4472,2258,4462,2267,4455,2277,4438,2294,4431,2303,4422,2310,4412,2320,4402,2327,4393,2337,4383,2344,4374,2354,4362,2361,4352,2370,4340,2378,4330,2385,4318,2394,4282,2416,4268,2423,4244,2438,4215,2452,4203,2459,4160,2481,4146,2486,4131,2493,4114,2500,4100,2505,4083,2512,4069,2517,4052,2524,4038,2529,4021,2534,4004,2541,3937,2560,3918,2565,3901,2570,3884,2574,3865,2579,3848,2584,3829,2586,3812,2591,3793,2596,3774,2598,3754,2603,3735,2606,3716,2610,3678,2615,3658,2618,3639,2622,3620,2625,3598,2627,3579,2630,3560,2630,3538,2632,3519,2634,3498,2637,3476,2637,3457,2639,3435,2639,3414,2642,3202,2642,3181,2639,3162,2639,3140,2637,3121,2637,3078,2632,3058,2630,3039,2630,3018,2627,2998,2625,2979,2622,2960,2618,2938,2615,2900,2610,2881,2606,2862,2603,2845,2598,2826,2596,2787,2586,2770,2584,2751,2579,2734,2574,2715,2570,2614,2541,2598,2534,2564,2524,2550,2517,2533,2512,2518,2505,2502,2500,2473,2486,2458,2481,2401,2452,2389,2445,2374,2438,2362,2430,2348,2423,2300,2394,2288,2385,2276,2378,2266,2370,2254,2361,2245,2354,2235,2344,2223,2337,2214,2327,2204,2320,2197,2310,2187,2303,2178,2294,2170,2284,2161,2277,2132,2238,2125,2231,2120,2222,2113,2212,2084,2154,2082,2145,2079,2133,2074,2123,2067,2094,2067,2085,2065,2073,2065,2044xe" filled="f" stroked="t" strokeweight=".48pt" strokecolor="#000000">
                <v:path arrowok="t"/>
              </v:shape>
            </v:group>
            <v:group style="position:absolute;left:7095;top:983;width:1366;height:1049" coordorigin="7095,983" coordsize="1366,1049">
              <v:shape style="position:absolute;left:7095;top:983;width:1366;height:1049" coordorigin="7095,983" coordsize="1366,1049" path="m7095,1509l7095,1490,7098,1480,7098,1463,7100,1454,7100,1446,7105,1427,7105,1420,7107,1410,7110,1403,7112,1394,7114,1386,7117,1377,7119,1370,7124,1360,7126,1353,7131,1343,7134,1336,7138,1329,7141,1319,7150,1305,7155,1295,7158,1288,7167,1274,7174,1266,7179,1259,7184,1250,7189,1242,7196,1235,7201,1228,7220,1209,7225,1202,7266,1161,7273,1156,7282,1149,7290,1144,7297,1137,7304,1132,7311,1125,7321,1120,7328,1115,7338,1108,7345,1103,7354,1098,7362,1094,7371,1086,7381,1082,7388,1077,7417,1062,7426,1060,7434,1055,7453,1046,7465,1043,7474,1038,7484,1036,7494,1031,7503,1029,7513,1024,7525,1022,7534,1017,7544,1014,7556,1012,7566,1010,7575,1007,7587,1005,7597,1002,7621,998,7630,995,7642,993,7652,993,7664,990,7676,988,7686,988,7698,986,7722,986,7731,983,7825,983,7837,986,7861,986,7870,988,7882,988,7894,990,7904,993,7916,993,7928,995,7938,998,7950,1000,7959,1002,7971,1005,7981,1007,7993,1010,8002,1012,8012,1014,8024,1017,8034,1022,8043,1024,8055,1029,8065,1031,8074,1036,8084,1038,8094,1043,8103,1046,8132,1060,8142,1062,8161,1072,8168,1077,8187,1086,8194,1094,8204,1098,8211,1103,8221,1108,8228,1115,8238,1120,8245,1125,8252,1132,8262,1137,8269,1144,8276,1149,8283,1156,8290,1161,8305,1175,8312,1180,8319,1187,8324,1194,8338,1209,8343,1216,8350,1221,8355,1228,8362,1235,8372,1250,8379,1259,8403,1295,8408,1305,8410,1312,8415,1319,8420,1329,8422,1336,8427,1343,8430,1353,8434,1360,8437,1370,8439,1377,8442,1386,8444,1394,8446,1403,8449,1410,8451,1420,8454,1427,8456,1437,8456,1446,8458,1454,8458,1473,8461,1480,8461,1535,8458,1545,8458,1562,8456,1571,8456,1578,8454,1588,8451,1595,8446,1614,8444,1622,8442,1631,8439,1638,8437,1648,8434,1655,8430,1665,8427,1672,8422,1679,8420,1689,8410,1703,8408,1713,8389,1742,8384,1751,8379,1758,8372,1766,8362,1780,8355,1787,8350,1794,8343,1802,8338,1809,8331,1816,8324,1821,8319,1828,8305,1842,8298,1847,8283,1862,8276,1866,8269,1874,8262,1878,8252,1886,8238,1895,8228,1902,8221,1907,8211,1912,8204,1919,8194,1924,8187,1929,8168,1938,8161,1943,8132,1958,8122,1960,8094,1974,8084,1977,8074,1982,8065,1984,8055,1989,8043,1991,8034,1994,8024,1998,8012,2001,8002,2003,7993,2006,7981,2008,7971,2013,7959,2015,7950,2015,7938,2018,7928,2020,7904,2025,7894,2025,7882,2027,7870,2027,7861,2030,7849,2030,7837,2032,7722,2032,7710,2030,7698,2030,7686,2027,7676,2027,7664,2025,7652,2025,7642,2022,7630,2020,7621,2018,7609,2015,7597,2015,7587,2013,7575,2008,7556,2003,7544,2001,7534,1998,7525,1994,7513,1991,7503,1989,7494,1984,7484,1982,7474,1977,7465,1974,7453,1970,7434,1960,7426,1958,7388,1938,7381,1934,7362,1924,7354,1919,7345,1912,7338,1907,7328,1902,7321,1895,7311,1890,7304,1886,7297,1878,7290,1874,7282,1866,7273,1862,7258,1847,7251,1842,7246,1835,7232,1821,7225,1816,7220,1809,7213,1802,7208,1794,7201,1787,7196,1780,7189,1773,7174,1751,7167,1742,7158,1727,7155,1720,7150,1713,7146,1703,7141,1696,7138,1689,7134,1679,7131,1672,7126,1665,7124,1655,7119,1648,7117,1638,7114,1631,7112,1622,7110,1614,7105,1595,7105,1588,7102,1578,7100,1571,7100,1562,7098,1552,7098,1535,7095,1526,7095,1509xe" filled="f" stroked="t" strokeweight=".48pt" strokecolor="#000000">
                <v:path arrowok="t"/>
              </v:shape>
            </v:group>
            <v:group style="position:absolute;left:2334;top:3882;width:1771;height:1094" coordorigin="2334,3882" coordsize="1771,1094">
              <v:shape style="position:absolute;left:2334;top:3882;width:1771;height:1094" coordorigin="2334,3882" coordsize="1771,1094" path="m2334,4430l2334,4410,2336,4401,2336,4384,2341,4365,2341,4355,2343,4346,2346,4338,2348,4329,2353,4319,2355,4310,2358,4302,2362,4293,2365,4286,2374,4266,2379,4259,2382,4250,2389,4242,2394,4233,2398,4226,2403,4216,2410,4209,2415,4202,2422,4192,2427,4185,2442,4170,2449,4161,2485,4125,2494,4118,2502,4110,2511,4103,2518,4096,2538,4082,2545,4074,2554,4070,2574,4055,2583,4050,2593,4043,2605,4036,2614,4031,2624,4024,2636,4019,2646,4014,2658,4007,2667,4002,2679,3998,2691,3990,2701,3986,2785,3952,2799,3950,2823,3940,2835,3938,2850,3933,2862,3928,2876,3926,2888,3923,2902,3918,2914,3916,2929,3914,2943,3909,2958,3906,2970,3904,2998,3899,3013,3897,3027,3894,3042,3894,3056,3892,3070,3890,3085,3890,3099,3887,3114,3887,3128,3885,3159,3885,3174,3882,3265,3882,3279,3885,3308,3885,3325,3887,3339,3887,3354,3890,3368,3890,3382,3892,3397,3894,3411,3894,3426,3897,3440,3899,3454,3902,3466,3904,3481,3906,3495,3909,3510,3914,3522,3916,3536,3918,3550,3923,3562,3926,3577,3928,3601,3938,3615,3940,3639,3950,3654,3952,3738,3986,3747,3990,3759,3998,3771,4002,3781,4007,3793,4014,3802,4019,3814,4024,3824,4031,3834,4036,3843,4043,3855,4050,3865,4055,3884,4070,3894,4074,3901,4082,3920,4096,3927,4103,3937,4110,3944,4118,3954,4125,3990,4161,3997,4170,4011,4185,4016,4192,4023,4202,4028,4209,4035,4216,4040,4226,4045,4233,4050,4242,4057,4250,4062,4259,4064,4266,4074,4286,4076,4293,4081,4302,4083,4310,4086,4319,4090,4329,4093,4338,4095,4346,4098,4355,4098,4365,4102,4384,4102,4391,4105,4401,4105,4458,4102,4468,4102,4475,4098,4494,4098,4504,4095,4514,4093,4521,4090,4530,4086,4540,4083,4547,4081,4557,4076,4566,4074,4574,4064,4593,4062,4600,4057,4610,4050,4617,4045,4626,4035,4641,4028,4650,4023,4658,4016,4667,4011,4674,3997,4689,3990,4698,3954,4734,3944,4742,3937,4749,3927,4756,3920,4763,3901,4778,3894,4785,3884,4790,3865,4804,3855,4809,3843,4816,3834,4821,3824,4828,3814,4833,3802,4840,3793,4845,3781,4852,3771,4857,3747,4866,3738,4874,3666,4902,3654,4905,3639,4910,3615,4919,3601,4922,3589,4926,3577,4929,3562,4934,3550,4936,3536,4941,3522,4943,3510,4946,3495,4948,3481,4953,3466,4955,3454,4958,3426,4962,3411,4962,3397,4965,3382,4967,3368,4970,3354,4970,3339,4972,3325,4972,3308,4974,3279,4974,3265,4977,3174,4977,3159,4974,3128,4974,3114,4972,3099,4972,3085,4970,3070,4970,3056,4967,3042,4965,3027,4962,3013,4962,2970,4955,2958,4953,2943,4948,2914,4943,2902,4941,2888,4936,2876,4934,2862,4929,2850,4926,2835,4922,2823,4919,2799,4910,2785,4905,2773,4902,2701,4874,2691,4866,2667,4857,2658,4852,2646,4845,2636,4840,2624,4833,2614,4828,2605,4821,2593,4816,2583,4809,2574,4804,2554,4790,2545,4785,2538,4778,2518,4763,2511,4756,2502,4749,2494,4742,2485,4734,2449,4698,2442,4689,2427,4674,2422,4667,2415,4658,2410,4650,2403,4641,2394,4626,2389,4617,2382,4610,2379,4600,2374,4593,2365,4574,2362,4566,2358,4557,2355,4547,2353,4540,2348,4530,2346,4521,2343,4514,2341,4504,2341,4494,2336,4475,2336,4458,2334,4449,2334,4430xe" filled="f" stroked="t" strokeweight=".48pt" strokecolor="#000000">
                <v:path arrowok="t"/>
              </v:shape>
            </v:group>
            <v:group style="position:absolute;left:6910;top:3429;width:3271;height:1334" coordorigin="6910,3429" coordsize="3271,1334">
              <v:shape style="position:absolute;left:6910;top:3429;width:3271;height:1334" coordorigin="6910,3429" coordsize="3271,1334" path="m6910,4096l6910,4072,6913,4062,6913,4050,6915,4038,6918,4029,6922,4017,6925,4005,6930,3995,6932,3983,6937,3974,6944,3962,6949,3952,6956,3940,6961,3930,6968,3918,6975,3909,6985,3899,6992,3887,7002,3878,7009,3868,7018,3856,7028,3846,7040,3837,7059,3818,7107,3779,7122,3770,7134,3760,7162,3741,7174,3734,7191,3724,7206,3714,7220,3707,7237,3698,7251,3690,7268,3681,7285,3674,7302,3664,7335,3650,7354,3640,7371,3633,7486,3590,7508,3582,7527,3575,7549,3568,7568,3563,7611,3549,7633,3544,7654,3537,7676,3532,7700,3527,7722,3520,7746,3515,7767,3510,7935,3477,7959,3474,7986,3470,8010,3467,8036,3462,8060,3460,8086,3458,8113,3453,8139,3450,8166,3448,8218,3443,8245,3441,8271,3438,8298,3438,8324,3436,8353,3434,8379,3434,8408,3431,8463,3431,8490,3429,8602,3429,8629,3431,8686,3431,8713,3434,8739,3434,8768,3436,8794,3438,8821,3438,8847,3441,8874,3443,8926,3448,8953,3450,8979,3453,9006,3458,9032,3460,9056,3462,9082,3467,9106,3470,9133,3474,9157,3477,9325,3510,9346,3515,9370,3520,9392,3527,9414,3532,9438,3537,9459,3544,9481,3549,9502,3556,9522,3563,9543,3568,9565,3575,9584,3582,9606,3590,9702,3626,9718,3633,9738,3640,9754,3650,9774,3657,9790,3664,9807,3674,9824,3681,9838,3690,9855,3698,9872,3707,9886,3714,9915,3734,9930,3741,9958,3760,9982,3779,9997,3789,10009,3798,10018,3808,10042,3827,10071,3856,10081,3868,10100,3887,10107,3899,10122,3918,10129,3930,10136,3940,10143,3952,10148,3962,10153,3974,10158,3983,10162,3995,10167,4005,10172,4029,10174,4038,10179,4062,10182,4072,10182,4118,10177,4142,10174,4151,10170,4175,10167,4185,10158,4209,10153,4218,10148,4230,10143,4240,10136,4252,10122,4271,10114,4283,10107,4293,10100,4305,10071,4334,10062,4346,10042,4365,10018,4384,10009,4394,9997,4403,9982,4413,9958,4432,9944,4442,9930,4449,9886,4478,9872,4485,9855,4494,9838,4502,9824,4511,9807,4518,9790,4528,9774,4535,9754,4542,9738,4552,9718,4559,9702,4566,9606,4602,9584,4610,9565,4617,9543,4624,9522,4629,9502,4636,9481,4643,9459,4648,9438,4655,9414,4660,9392,4665,9370,4672,9346,4677,9325,4682,9277,4691,9253,4696,9181,4710,9157,4715,9133,4718,9106,4722,9082,4725,9056,4730,9032,4732,9006,4734,8979,4739,8953,4742,8821,4754,8794,4754,8768,4756,8739,4758,8713,4758,8686,4761,8629,4761,8602,4763,8490,4763,8463,4761,8408,4761,8379,4758,8353,4758,8324,4756,8298,4754,8271,4754,8139,4742,8113,4739,8086,4734,8060,4732,8036,4730,8010,4725,7986,4722,7959,4718,7935,4715,7911,4710,7839,4696,7815,4691,7767,4682,7746,4677,7722,4672,7700,4665,7676,4660,7654,4655,7633,4648,7611,4643,7568,4629,7549,4624,7527,4617,7508,4610,7486,4602,7371,4559,7354,4552,7335,4542,7302,4528,7285,4518,7268,4511,7251,4502,7237,4494,7220,4485,7206,4478,7191,4468,7174,4458,7162,4449,7148,4442,7134,4432,7122,4422,7107,4413,7059,4374,7040,4355,7028,4346,7018,4334,7009,4324,7002,4314,6992,4305,6985,4293,6975,4283,6968,4271,6961,4262,6956,4252,6949,4240,6944,4230,6937,4218,6932,4209,6930,4197,6925,4185,6922,4175,6918,4163,6915,4151,6913,4142,6913,4130,6910,4118,6910,4096xe" filled="f" stroked="t" strokeweight=".48pt" strokecolor="#000000">
                <v:path arrowok="t"/>
              </v:shape>
            </v:group>
            <v:group style="position:absolute;left:4837;top:1737;width:2040;height:300" coordorigin="4837,1737" coordsize="2040,300">
              <v:shape style="position:absolute;left:4837;top:1737;width:2040;height:300" coordorigin="4837,1737" coordsize="2040,300" path="m4837,2037l6877,1737e" filled="f" stroked="t" strokeweight=".48pt" strokecolor="#000000">
                <v:path arrowok="t"/>
              </v:shape>
            </v:group>
            <v:group style="position:absolute;left:6750;top:1696;width:127;height:58" coordorigin="6750,1696" coordsize="127,58">
              <v:shape style="position:absolute;left:6750;top:1696;width:127;height:58" coordorigin="6750,1696" coordsize="127,58" path="m6750,1696l6759,1754,6877,1737,6750,1696e" filled="t" fillcolor="#000000" stroked="f">
                <v:path arrowok="t"/>
                <v:fill/>
              </v:shape>
            </v:group>
            <v:group style="position:absolute;left:6750;top:1696;width:127;height:58" coordorigin="6750,1696" coordsize="127,58">
              <v:shape style="position:absolute;left:6750;top:1696;width:127;height:58" coordorigin="6750,1696" coordsize="127,58" path="m6877,1737l6750,1696,6759,1754,6877,1737xe" filled="f" stroked="t" strokeweight=".48pt" strokecolor="#000000">
                <v:path arrowok="t"/>
              </v:shape>
            </v:group>
            <v:group style="position:absolute;left:6759;top:1737;width:118;height:77" coordorigin="6759,1737" coordsize="118,77">
              <v:shape style="position:absolute;left:6759;top:1737;width:118;height:77" coordorigin="6759,1737" coordsize="118,77" path="m6877,1737l6759,1754,6766,1814,6877,1737e" filled="t" fillcolor="#000000" stroked="f">
                <v:path arrowok="t"/>
                <v:fill/>
              </v:shape>
            </v:group>
            <v:group style="position:absolute;left:6759;top:1737;width:118;height:77" coordorigin="6759,1737" coordsize="118,77">
              <v:shape style="position:absolute;left:6759;top:1737;width:118;height:77" coordorigin="6759,1737" coordsize="118,77" path="m6877,1737l6766,1814,6759,1754,6877,1737xe" filled="f" stroked="t" strokeweight=".48pt" strokecolor="#000000">
                <v:path arrowok="t"/>
              </v:shape>
            </v:group>
            <v:group style="position:absolute;left:4042;top:1900;width:3000;height:1949" coordorigin="4042,1900" coordsize="3000,1949">
              <v:shape style="position:absolute;left:4042;top:1900;width:3000;height:1949" coordorigin="4042,1900" coordsize="3000,1949" path="m4042,3849l7042,1900e" filled="f" stroked="t" strokeweight=".48pt" strokecolor="#000000">
                <v:path arrowok="t"/>
              </v:shape>
            </v:group>
            <v:group style="position:absolute;left:4042;top:3734;width:101;height:115" coordorigin="4042,3734" coordsize="101,115">
              <v:shape style="position:absolute;left:4042;top:3734;width:101;height:115" coordorigin="4042,3734" coordsize="101,115" path="m4110,3734l4042,3849,4143,3784,4110,3734e" filled="t" fillcolor="#000000" stroked="f">
                <v:path arrowok="t"/>
                <v:fill/>
              </v:shape>
            </v:group>
            <v:group style="position:absolute;left:4042;top:3734;width:101;height:115" coordorigin="4042,3734" coordsize="101,115">
              <v:shape style="position:absolute;left:4042;top:3734;width:101;height:115" coordorigin="4042,3734" coordsize="101,115" path="m4042,3849l4110,3734,4143,3784,4042,3849xe" filled="f" stroked="t" strokeweight=".48pt" strokecolor="#000000">
                <v:path arrowok="t"/>
              </v:shape>
            </v:group>
            <v:group style="position:absolute;left:4042;top:3784;width:134;height:65" coordorigin="4042,3784" coordsize="134,65">
              <v:shape style="position:absolute;left:4042;top:3784;width:134;height:65" coordorigin="4042,3784" coordsize="134,65" path="m4143,3784l4042,3849,4177,3834,4143,3784e" filled="t" fillcolor="#000000" stroked="f">
                <v:path arrowok="t"/>
                <v:fill/>
              </v:shape>
            </v:group>
            <v:group style="position:absolute;left:4042;top:3784;width:134;height:65" coordorigin="4042,3784" coordsize="134,65">
              <v:shape style="position:absolute;left:4042;top:3784;width:134;height:65" coordorigin="4042,3784" coordsize="134,65" path="m4042,3849l4177,3834,4143,3784,4042,3849xe" filled="f" stroked="t" strokeweight=".48pt" strokecolor="#000000">
                <v:path arrowok="t"/>
              </v:shape>
            </v:group>
            <v:group style="position:absolute;left:8091;top:2140;width:240;height:1020" coordorigin="8091,2140" coordsize="240,1020">
              <v:shape style="position:absolute;left:8091;top:2140;width:240;height:1020" coordorigin="8091,2140" coordsize="240,1020" path="m8331,3160l8091,2140e" filled="f" stroked="t" strokeweight=".48pt" strokecolor="#000000">
                <v:path arrowok="t"/>
              </v:shape>
            </v:group>
            <v:group style="position:absolute;left:8247;top:3042;width:84;height:118" coordorigin="8247,3042" coordsize="84,118">
              <v:shape style="position:absolute;left:8247;top:3042;width:84;height:118" coordorigin="8247,3042" coordsize="84,118" path="m8305,3042l8247,3057,8331,3160,8305,3042e" filled="t" fillcolor="#000000" stroked="f">
                <v:path arrowok="t"/>
                <v:fill/>
              </v:shape>
            </v:group>
            <v:group style="position:absolute;left:8247;top:3042;width:84;height:118" coordorigin="8247,3042" coordsize="84,118">
              <v:shape style="position:absolute;left:8247;top:3042;width:84;height:118" coordorigin="8247,3042" coordsize="84,118" path="m8331,3160l8247,3057,8305,3042,8331,3160xe" filled="f" stroked="t" strokeweight=".48pt" strokecolor="#000000">
                <v:path arrowok="t"/>
              </v:shape>
            </v:group>
            <v:group style="position:absolute;left:8305;top:3028;width:58;height:132" coordorigin="8305,3028" coordsize="58,132">
              <v:shape style="position:absolute;left:8305;top:3028;width:58;height:132" coordorigin="8305,3028" coordsize="58,132" path="m8362,3028l8305,3042,8331,3160,8362,3028e" filled="t" fillcolor="#000000" stroked="f">
                <v:path arrowok="t"/>
                <v:fill/>
              </v:shape>
            </v:group>
            <v:group style="position:absolute;left:8305;top:3028;width:58;height:132" coordorigin="8305,3028" coordsize="58,132">
              <v:shape style="position:absolute;left:8305;top:3028;width:58;height:132" coordorigin="8305,3028" coordsize="58,132" path="m8331,3160l8362,3028,8305,3042,8331,3160xe" filled="f" stroked="t" strokeweight=".48pt" strokecolor="#000000">
                <v:path arrowok="t"/>
              </v:shape>
            </v:group>
            <v:group style="position:absolute;left:4897;top:1528;width:1951;height:180" coordorigin="4897,1528" coordsize="1951,180">
              <v:shape style="position:absolute;left:4897;top:1528;width:1951;height:180" coordorigin="4897,1528" coordsize="1951,180" path="m4897,1708l6848,1528e" filled="f" stroked="t" strokeweight=".48pt" strokecolor="#000000">
                <v:path arrowok="t"/>
              </v:shape>
            </v:group>
            <v:group style="position:absolute;left:4897;top:1636;width:120;height:72" coordorigin="4897,1636" coordsize="120,72">
              <v:shape style="position:absolute;left:4897;top:1636;width:120;height:72" coordorigin="4897,1636" coordsize="120,72" path="m5012,1636l4897,1708,5017,1696,5012,1636e" filled="t" fillcolor="#000000" stroked="f">
                <v:path arrowok="t"/>
                <v:fill/>
              </v:shape>
            </v:group>
            <v:group style="position:absolute;left:4897;top:1636;width:120;height:72" coordorigin="4897,1636" coordsize="120,72">
              <v:shape style="position:absolute;left:4897;top:1636;width:120;height:72" coordorigin="4897,1636" coordsize="120,72" path="m4897,1708l5012,1636,5017,1696,4897,1708xe" filled="f" stroked="t" strokeweight=".48pt" strokecolor="#000000">
                <v:path arrowok="t"/>
              </v:shape>
            </v:group>
            <v:group style="position:absolute;left:4897;top:1696;width:127;height:60" coordorigin="4897,1696" coordsize="127,60">
              <v:shape style="position:absolute;left:4897;top:1696;width:127;height:60" coordorigin="4897,1696" coordsize="127,60" path="m5017,1696l4897,1708,5024,1756,5017,1696e" filled="t" fillcolor="#000000" stroked="f">
                <v:path arrowok="t"/>
                <v:fill/>
              </v:shape>
            </v:group>
            <v:group style="position:absolute;left:4897;top:1696;width:127;height:60" coordorigin="4897,1696" coordsize="127,60">
              <v:shape style="position:absolute;left:4897;top:1696;width:127;height:60" coordorigin="4897,1696" coordsize="127,60" path="m4897,1708l5024,1756,5017,1696,4897,1708xe" filled="f" stroked="t" strokeweight=".48pt" strokecolor="#000000">
                <v:path arrowok="t"/>
              </v:shape>
            </v:group>
            <v:group style="position:absolute;left:4282;top:2037;width:2986;height:1992" coordorigin="4282,2037" coordsize="2986,1992">
              <v:shape style="position:absolute;left:4282;top:2037;width:2986;height:1992" coordorigin="4282,2037" coordsize="2986,1992" path="m4282,4029l7268,2037e" filled="f" stroked="t" strokeweight=".48pt" strokecolor="#000000">
                <v:path arrowok="t"/>
              </v:shape>
            </v:group>
            <v:group style="position:absolute;left:7134;top:2037;width:134;height:65" coordorigin="7134,2037" coordsize="134,65">
              <v:shape style="position:absolute;left:7134;top:2037;width:134;height:65" coordorigin="7134,2037" coordsize="134,65" path="m7268,2037l7134,2054,7167,2102,7268,2037e" filled="t" fillcolor="#000000" stroked="f">
                <v:path arrowok="t"/>
                <v:fill/>
              </v:shape>
            </v:group>
            <v:group style="position:absolute;left:7134;top:2037;width:134;height:65" coordorigin="7134,2037" coordsize="134,65">
              <v:shape style="position:absolute;left:7134;top:2037;width:134;height:65" coordorigin="7134,2037" coordsize="134,65" path="m7268,2037l7134,2054,7167,2102,7268,2037xe" filled="f" stroked="t" strokeweight=".48pt" strokecolor="#000000">
                <v:path arrowok="t"/>
              </v:shape>
            </v:group>
            <v:group style="position:absolute;left:7167;top:2037;width:101;height:115" coordorigin="7167,2037" coordsize="101,115">
              <v:shape style="position:absolute;left:7167;top:2037;width:101;height:115" coordorigin="7167,2037" coordsize="101,115" path="m7268,2037l7167,2102,7201,2152,7268,2037e" filled="t" fillcolor="#000000" stroked="f">
                <v:path arrowok="t"/>
                <v:fill/>
              </v:shape>
            </v:group>
            <v:group style="position:absolute;left:7167;top:2037;width:101;height:115" coordorigin="7167,2037" coordsize="101,115">
              <v:shape style="position:absolute;left:7167;top:2037;width:101;height:115" coordorigin="7167,2037" coordsize="101,115" path="m7268,2037l7201,2152,7167,2102,7268,2037xe" filled="f" stroked="t" strokeweight=".48pt" strokecolor="#000000">
                <v:path arrowok="t"/>
              </v:shape>
            </v:group>
            <v:group style="position:absolute;left:7851;top:2186;width:240;height:1020" coordorigin="7851,2186" coordsize="240,1020">
              <v:shape style="position:absolute;left:7851;top:2186;width:240;height:1020" coordorigin="7851,2186" coordsize="240,1020" path="m8091,3206l7851,2186e" filled="f" stroked="t" strokeweight=".48pt" strokecolor="#000000">
                <v:path arrowok="t"/>
              </v:shape>
            </v:group>
            <v:group style="position:absolute;left:7820;top:2186;width:60;height:130" coordorigin="7820,2186" coordsize="60,130">
              <v:shape style="position:absolute;left:7820;top:2186;width:60;height:130" coordorigin="7820,2186" coordsize="60,130" path="m7851,2186l7820,2315,7880,2303,7851,2186e" filled="t" fillcolor="#000000" stroked="f">
                <v:path arrowok="t"/>
                <v:fill/>
              </v:shape>
            </v:group>
            <v:group style="position:absolute;left:7820;top:2186;width:60;height:130" coordorigin="7820,2186" coordsize="60,130">
              <v:shape style="position:absolute;left:7820;top:2186;width:60;height:130" coordorigin="7820,2186" coordsize="60,130" path="m7851,2186l7820,2315,7880,2303,7851,2186xe" filled="f" stroked="t" strokeweight=".48pt" strokecolor="#000000">
                <v:path arrowok="t"/>
              </v:shape>
            </v:group>
            <v:group style="position:absolute;left:7851;top:2186;width:86;height:118" coordorigin="7851,2186" coordsize="86,118">
              <v:shape style="position:absolute;left:7851;top:2186;width:86;height:118" coordorigin="7851,2186" coordsize="86,118" path="m7851,2186l7880,2303,7938,2289,7851,2186e" filled="t" fillcolor="#000000" stroked="f">
                <v:path arrowok="t"/>
                <v:fill/>
              </v:shape>
            </v:group>
            <v:group style="position:absolute;left:7851;top:2186;width:86;height:118" coordorigin="7851,2186" coordsize="86,118">
              <v:shape style="position:absolute;left:7851;top:2186;width:86;height:118" coordorigin="7851,2186" coordsize="86,118" path="m7851,2186l7938,2289,7880,2303,7851,2186xe" filled="f" stroked="t" strokeweight=".48pt" strokecolor="#000000">
                <v:path arrowok="t"/>
              </v:shape>
            </v:group>
            <v:group style="position:absolute;left:4448;top:2500;width:2280;height:1243" coordorigin="4448,2500" coordsize="2280,1243">
              <v:shape style="position:absolute;left:4448;top:2500;width:2280;height:1243" coordorigin="4448,2500" coordsize="2280,1243" path="m6728,3743l4448,2500e" filled="f" stroked="t" strokeweight=".48pt" strokecolor="#000000">
                <v:path arrowok="t"/>
              </v:shape>
            </v:group>
            <v:group style="position:absolute;left:4448;top:2500;width:106;height:110" coordorigin="4448,2500" coordsize="106,110">
              <v:shape style="position:absolute;left:4448;top:2500;width:106;height:110" coordorigin="4448,2500" coordsize="106,110" path="m4448,2500l4525,2610,4554,2558,4448,2500e" filled="t" fillcolor="#000000" stroked="f">
                <v:path arrowok="t"/>
                <v:fill/>
              </v:shape>
            </v:group>
            <v:group style="position:absolute;left:4448;top:2500;width:106;height:110" coordorigin="4448,2500" coordsize="106,110">
              <v:shape style="position:absolute;left:4448;top:2500;width:106;height:110" coordorigin="4448,2500" coordsize="106,110" path="m4448,2500l4525,2610,4554,2558,4448,2500xe" filled="f" stroked="t" strokeweight=".48pt" strokecolor="#000000">
                <v:path arrowok="t"/>
              </v:shape>
            </v:group>
            <v:group style="position:absolute;left:4448;top:2500;width:134;height:58" coordorigin="4448,2500" coordsize="134,58">
              <v:shape style="position:absolute;left:4448;top:2500;width:134;height:58" coordorigin="4448,2500" coordsize="134,58" path="m4448,2500l4554,2558,4582,2505,4448,2500e" filled="t" fillcolor="#000000" stroked="f">
                <v:path arrowok="t"/>
                <v:fill/>
              </v:shape>
            </v:group>
            <v:group style="position:absolute;left:4448;top:2500;width:134;height:58" coordorigin="4448,2500" coordsize="134,58">
              <v:shape style="position:absolute;left:4448;top:2500;width:134;height:58" coordorigin="4448,2500" coordsize="134,58" path="m4448,2500l4582,2505,4554,2558,4448,2500xe" filled="f" stroked="t" strokeweight=".48pt" strokecolor="#000000">
                <v:path arrowok="t"/>
              </v:shape>
            </v:group>
            <v:group style="position:absolute;left:4748;top:2320;width:2203;height:1183" coordorigin="4748,2320" coordsize="2203,1183">
              <v:shape style="position:absolute;left:4748;top:2320;width:2203;height:1183" coordorigin="4748,2320" coordsize="2203,1183" path="m4748,2320l6951,3503e" filled="f" stroked="t" strokeweight=".48pt" strokecolor="#000000">
                <v:path arrowok="t"/>
              </v:shape>
            </v:group>
            <v:group style="position:absolute;left:6846;top:3395;width:106;height:108" coordorigin="6846,3395" coordsize="106,108">
              <v:shape style="position:absolute;left:6846;top:3395;width:106;height:108" coordorigin="6846,3395" coordsize="106,108" path="m6874,3395l6846,3448,6951,3503,6874,3395e" filled="t" fillcolor="#000000" stroked="f">
                <v:path arrowok="t"/>
                <v:fill/>
              </v:shape>
            </v:group>
            <v:group style="position:absolute;left:6846;top:3395;width:106;height:108" coordorigin="6846,3395" coordsize="106,108">
              <v:shape style="position:absolute;left:6846;top:3395;width:106;height:108" coordorigin="6846,3395" coordsize="106,108" path="m6951,3503l6874,3395,6846,3448,6951,3503xe" filled="f" stroked="t" strokeweight=".48pt" strokecolor="#000000">
                <v:path arrowok="t"/>
              </v:shape>
            </v:group>
            <v:group style="position:absolute;left:6817;top:3448;width:134;height:55" coordorigin="6817,3448" coordsize="134,55">
              <v:shape style="position:absolute;left:6817;top:3448;width:134;height:55" coordorigin="6817,3448" coordsize="134,55" path="m6846,3448l6817,3501,6951,3503,6846,3448e" filled="t" fillcolor="#000000" stroked="f">
                <v:path arrowok="t"/>
                <v:fill/>
              </v:shape>
            </v:group>
            <v:group style="position:absolute;left:6817;top:3448;width:134;height:55" coordorigin="6817,3448" coordsize="134,55">
              <v:shape style="position:absolute;left:6817;top:3448;width:134;height:55" coordorigin="6817,3448" coordsize="134,55" path="m6951,3503l6817,3501,6846,3448,6951,3503xe" filled="f" stroked="t" strokeweight=".48pt" strokecolor="#000000">
                <v:path arrowok="t"/>
              </v:shape>
            </v:group>
            <v:group style="position:absolute;left:4554;top:4386;width:2263;height:2" coordorigin="4554,4386" coordsize="2263,2">
              <v:shape style="position:absolute;left:4554;top:4386;width:2263;height:2" coordorigin="4554,4386" coordsize="2263,0" path="m6817,4386l4554,4386e" filled="f" stroked="t" strokeweight=".48pt" strokecolor="#000000">
                <v:path arrowok="t"/>
              </v:shape>
            </v:group>
            <v:group style="position:absolute;left:4554;top:4386;width:120;height:60" coordorigin="4554,4386" coordsize="120,60">
              <v:shape style="position:absolute;left:4554;top:4386;width:120;height:60" coordorigin="4554,4386" coordsize="120,60" path="m4674,4386l4554,4386,4674,4446,4674,4386e" filled="t" fillcolor="#000000" stroked="f">
                <v:path arrowok="t"/>
                <v:fill/>
              </v:shape>
            </v:group>
            <v:group style="position:absolute;left:4554;top:4386;width:120;height:60" coordorigin="4554,4386" coordsize="120,60">
              <v:shape style="position:absolute;left:4554;top:4386;width:120;height:60" coordorigin="4554,4386" coordsize="120,60" path="m4554,4386l4674,4446,4674,4386,4554,4386xe" filled="f" stroked="t" strokeweight=".48pt" strokecolor="#000000">
                <v:path arrowok="t"/>
              </v:shape>
            </v:group>
            <v:group style="position:absolute;left:4554;top:4326;width:120;height:60" coordorigin="4554,4326" coordsize="120,60">
              <v:shape style="position:absolute;left:4554;top:4326;width:120;height:60" coordorigin="4554,4326" coordsize="120,60" path="m4674,4326l4554,4386,4674,4386,4674,4326e" filled="t" fillcolor="#000000" stroked="f">
                <v:path arrowok="t"/>
                <v:fill/>
              </v:shape>
            </v:group>
            <v:group style="position:absolute;left:4554;top:4326;width:120;height:60" coordorigin="4554,4326" coordsize="120,60">
              <v:shape style="position:absolute;left:4554;top:4326;width:120;height:60" coordorigin="4554,4326" coordsize="120,60" path="m4554,4386l4674,4326,4674,4386,4554,4386xe" filled="f" stroked="t" strokeweight=".48pt" strokecolor="#000000">
                <v:path arrowok="t"/>
              </v:shape>
            </v:group>
            <v:group style="position:absolute;left:4537;top:4194;width:2191;height:2" coordorigin="4537,4194" coordsize="2191,2">
              <v:shape style="position:absolute;left:4537;top:4194;width:2191;height:2" coordorigin="4537,4194" coordsize="2191,0" path="m4537,4194l6728,4194e" filled="f" stroked="t" strokeweight=".48pt" strokecolor="#000000">
                <v:path arrowok="t"/>
              </v:shape>
            </v:group>
            <v:group style="position:absolute;left:6608;top:4134;width:120;height:60" coordorigin="6608,4134" coordsize="120,60">
              <v:shape style="position:absolute;left:6608;top:4134;width:120;height:60" coordorigin="6608,4134" coordsize="120,60" path="m6608,4134l6608,4194,6728,4194,6608,4134e" filled="t" fillcolor="#000000" stroked="f">
                <v:path arrowok="t"/>
                <v:fill/>
              </v:shape>
            </v:group>
            <v:group style="position:absolute;left:6608;top:4134;width:120;height:60" coordorigin="6608,4134" coordsize="120,60">
              <v:shape style="position:absolute;left:6608;top:4134;width:120;height:60" coordorigin="6608,4134" coordsize="120,60" path="m6728,4194l6608,4134,6608,4194,6728,4194xe" filled="f" stroked="t" strokeweight=".48pt" strokecolor="#000000">
                <v:path arrowok="t"/>
              </v:shape>
            </v:group>
            <v:group style="position:absolute;left:6608;top:4194;width:120;height:60" coordorigin="6608,4194" coordsize="120,60">
              <v:shape style="position:absolute;left:6608;top:4194;width:120;height:60" coordorigin="6608,4194" coordsize="120,60" path="m6728,4194l6608,4194,6608,4254,6728,4194e" filled="t" fillcolor="#000000" stroked="f">
                <v:path arrowok="t"/>
                <v:fill/>
              </v:shape>
            </v:group>
            <v:group style="position:absolute;left:6608;top:4194;width:120;height:60" coordorigin="6608,4194" coordsize="120,60">
              <v:shape style="position:absolute;left:6608;top:4194;width:120;height:60" coordorigin="6608,4194" coordsize="120,60" path="m6728,4194l6608,4254,6608,4194,6728,4194xe" filled="f" stroked="t" strokeweight=".48pt" strokecolor="#000000">
                <v:path arrowok="t"/>
              </v:shape>
            </v:group>
            <v:group style="position:absolute;left:3097;top:2769;width:2;height:946" coordorigin="3097,2769" coordsize="2,946">
              <v:shape style="position:absolute;left:3097;top:2769;width:2;height:946" coordorigin="3097,2769" coordsize="0,946" path="m3097,2769l3097,3714e" filled="f" stroked="t" strokeweight=".48pt" strokecolor="#000000">
                <v:path arrowok="t"/>
              </v:shape>
            </v:group>
            <v:group style="position:absolute;left:3097;top:3594;width:60;height:120" coordorigin="3097,3594" coordsize="60,120">
              <v:shape style="position:absolute;left:3097;top:3594;width:60;height:120" coordorigin="3097,3594" coordsize="60,120" path="m3157,3594l3097,3594,3097,3714,3157,3594e" filled="t" fillcolor="#000000" stroked="f">
                <v:path arrowok="t"/>
                <v:fill/>
              </v:shape>
            </v:group>
            <v:group style="position:absolute;left:3097;top:3594;width:60;height:120" coordorigin="3097,3594" coordsize="60,120">
              <v:shape style="position:absolute;left:3097;top:3594;width:60;height:120" coordorigin="3097,3594" coordsize="60,120" path="m3097,3714l3157,3594,3097,3594,3097,3714xe" filled="f" stroked="t" strokeweight=".48pt" strokecolor="#000000">
                <v:path arrowok="t"/>
              </v:shape>
            </v:group>
            <v:group style="position:absolute;left:3037;top:3594;width:60;height:120" coordorigin="3037,3594" coordsize="60,120">
              <v:shape style="position:absolute;left:3037;top:3594;width:60;height:120" coordorigin="3037,3594" coordsize="60,120" path="m3097,3594l3037,3594,3097,3714,3097,3594e" filled="t" fillcolor="#000000" stroked="f">
                <v:path arrowok="t"/>
                <v:fill/>
              </v:shape>
            </v:group>
            <v:group style="position:absolute;left:3037;top:3594;width:60;height:120" coordorigin="3037,3594" coordsize="60,120">
              <v:shape style="position:absolute;left:3037;top:3594;width:60;height:120" coordorigin="3037,3594" coordsize="60,120" path="m3097,3714l3037,3594,3097,3594,3097,3714xe" filled="f" stroked="t" strokeweight=".48pt" strokecolor="#000000">
                <v:path arrowok="t"/>
              </v:shape>
            </v:group>
            <v:group style="position:absolute;left:3368;top:2829;width:2;height:809" coordorigin="3368,2829" coordsize="2,809">
              <v:shape style="position:absolute;left:3368;top:2829;width:2;height:809" coordorigin="3368,2829" coordsize="0,809" path="m3368,3638l3368,2829e" filled="f" stroked="t" strokeweight=".48pt" strokecolor="#000000">
                <v:path arrowok="t"/>
              </v:shape>
            </v:group>
            <v:group style="position:absolute;left:3308;top:2829;width:60;height:120" coordorigin="3308,2829" coordsize="60,120">
              <v:shape style="position:absolute;left:3308;top:2829;width:60;height:120" coordorigin="3308,2829" coordsize="60,120" path="m3368,2829l3308,2949,3368,2949,3368,2829e" filled="t" fillcolor="#000000" stroked="f">
                <v:path arrowok="t"/>
                <v:fill/>
              </v:shape>
            </v:group>
            <v:group style="position:absolute;left:3308;top:2829;width:60;height:120" coordorigin="3308,2829" coordsize="60,120">
              <v:shape style="position:absolute;left:3308;top:2829;width:60;height:120" coordorigin="3308,2829" coordsize="60,120" path="m3368,2829l3308,2949,3368,2949,3368,2829xe" filled="f" stroked="t" strokeweight=".48pt" strokecolor="#000000">
                <v:path arrowok="t"/>
              </v:shape>
            </v:group>
            <v:group style="position:absolute;left:3368;top:2829;width:60;height:120" coordorigin="3368,2829" coordsize="60,120">
              <v:shape style="position:absolute;left:3368;top:2829;width:60;height:120" coordorigin="3368,2829" coordsize="60,120" path="m3368,2829l3368,2949,3428,2949,3368,2829e" filled="t" fillcolor="#000000" stroked="f">
                <v:path arrowok="t"/>
                <v:fill/>
              </v:shape>
            </v:group>
            <v:group style="position:absolute;left:3368;top:2829;width:60;height:120" coordorigin="3368,2829" coordsize="60,120">
              <v:shape style="position:absolute;left:3368;top:2829;width:60;height:120" coordorigin="3368,2829" coordsize="60,120" path="m3368,2829l3428,2949,3368,2949,3368,2829xe" filled="f" stroked="t" strokeweight=".48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2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ocat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ich</w:t>
      </w:r>
      <w:r>
        <w:rPr>
          <w:rFonts w:ascii="Arial" w:hAnsi="Arial" w:cs="Arial" w:eastAsia="Arial"/>
          <w:sz w:val="24"/>
          <w:szCs w:val="24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505" w:top="1360" w:bottom="700" w:left="1320" w:right="1320"/>
          <w:pgSz w:w="11900" w:h="16840"/>
        </w:sectPr>
      </w:pPr>
      <w:rPr/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41" w:lineRule="exact"/>
        <w:ind w:left="1148" w:right="-112"/>
        <w:jc w:val="left"/>
        <w:rPr>
          <w:rFonts w:ascii="Arial" w:hAnsi="Arial" w:cs="Arial" w:eastAsia="Arial"/>
          <w:sz w:val="48"/>
          <w:szCs w:val="48"/>
        </w:rPr>
      </w:pPr>
      <w:rPr/>
      <w:r>
        <w:rPr>
          <w:rFonts w:ascii="Arial" w:hAnsi="Arial" w:cs="Arial" w:eastAsia="Arial"/>
          <w:sz w:val="48"/>
          <w:szCs w:val="48"/>
          <w:spacing w:val="0"/>
          <w:w w:val="100"/>
          <w:position w:val="-2"/>
        </w:rPr>
        <w:t>COBOL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spacing w:before="0" w:after="0" w:line="551" w:lineRule="exact"/>
        <w:ind w:right="-20"/>
        <w:jc w:val="left"/>
        <w:rPr>
          <w:rFonts w:ascii="Arial" w:hAnsi="Arial" w:cs="Arial" w:eastAsia="Arial"/>
          <w:sz w:val="48"/>
          <w:szCs w:val="48"/>
        </w:rPr>
      </w:pPr>
      <w:rPr/>
      <w:r>
        <w:rPr/>
        <w:br w:type="column"/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-1"/>
        </w:rPr>
        <w:t>C++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  <w:cols w:num="2" w:equalWidth="0">
            <w:col w:w="2829" w:space="3174"/>
            <w:col w:w="3257"/>
          </w:cols>
        </w:sectPr>
      </w:pPr>
      <w:rPr/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41" w:lineRule="exact"/>
        <w:ind w:left="1472" w:right="-112"/>
        <w:jc w:val="left"/>
        <w:rPr>
          <w:rFonts w:ascii="Arial" w:hAnsi="Arial" w:cs="Arial" w:eastAsia="Arial"/>
          <w:sz w:val="48"/>
          <w:szCs w:val="48"/>
        </w:rPr>
      </w:pPr>
      <w:rPr/>
      <w:r>
        <w:rPr>
          <w:rFonts w:ascii="Arial" w:hAnsi="Arial" w:cs="Arial" w:eastAsia="Arial"/>
          <w:sz w:val="48"/>
          <w:szCs w:val="48"/>
          <w:spacing w:val="0"/>
          <w:w w:val="100"/>
          <w:position w:val="-2"/>
        </w:rPr>
        <w:t>PL/I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spacing w:before="0" w:after="0" w:line="551" w:lineRule="exact"/>
        <w:ind w:right="-20"/>
        <w:jc w:val="left"/>
        <w:rPr>
          <w:rFonts w:ascii="Arial" w:hAnsi="Arial" w:cs="Arial" w:eastAsia="Arial"/>
          <w:sz w:val="48"/>
          <w:szCs w:val="48"/>
        </w:rPr>
      </w:pPr>
      <w:rPr/>
      <w:r>
        <w:rPr/>
        <w:br w:type="column"/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-1"/>
        </w:rPr>
        <w:t>Smalltalk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  <w:cols w:num="2" w:equalWidth="0">
            <w:col w:w="2327" w:space="3928"/>
            <w:col w:w="300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e1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Tota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i/>
        </w:rPr>
        <w:t>n*(n-1)</w:t>
      </w:r>
      <w:r>
        <w:rPr>
          <w:rFonts w:ascii="Courier New" w:hAnsi="Courier New" w:cs="Courier New" w:eastAsia="Courier New"/>
          <w:sz w:val="24"/>
          <w:szCs w:val="24"/>
          <w:spacing w:val="-77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aces.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79" w:after="0" w:line="359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G)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standa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ommo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es)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mode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tanda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among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ommun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commun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commun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like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became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unnecessa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tuat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become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commun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5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metadata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spacing w:before="1" w:after="0" w:line="271" w:lineRule="exact"/>
        <w:ind w:left="121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03.841003pt;margin-top:30.145454pt;width:320.280pt;height:200.16pt;mso-position-horizontal-relative:page;mso-position-vertical-relative:paragraph;z-index:-1472" coordorigin="2077,603" coordsize="6406,4003">
            <v:group style="position:absolute;left:2082;top:1069;width:2489;height:1198" coordorigin="2082,1069" coordsize="2489,1198">
              <v:shape style="position:absolute;left:2082;top:1069;width:2489;height:1198" coordorigin="2082,1069" coordsize="2489,1198" path="m2082,1669l2082,1637,2084,1625,2084,1616,2091,1587,2096,1577,2098,1565,2101,1556,2130,1498,2137,1489,2142,1479,2149,1472,2178,1433,2187,1426,2194,1417,2204,1407,2214,1400,2221,1390,2230,1383,2240,1373,2252,1366,2262,1357,2271,1349,2283,1340,2293,1333,2305,1325,2317,1316,2365,1287,2379,1280,2391,1273,2406,1265,2418,1258,2475,1229,2490,1225,2518,1210,2535,1205,2550,1198,2566,1193,2581,1186,2614,1177,2631,1169,2732,1141,2751,1136,2768,1131,2787,1126,2804,1124,2823,1119,2842,1114,2862,1112,2878,1107,2898,1105,2917,1100,2936,1097,2955,1095,2977,1093,2996,1088,3015,1085,3034,1083,3056,1081,3075,1081,3094,1078,3138,1073,3157,1073,3178,1071,3198,1071,3219,1069,3430,1069,3452,1071,3474,1071,3493,1073,3514,1073,3536,1076,3555,1078,3577,1081,3596,1081,3615,1083,3637,1085,3656,1088,3675,1093,3714,1097,3733,1100,3752,1105,3771,1107,3790,1112,3810,1114,3829,1119,3846,1124,3865,1126,3882,1131,3901,1136,3934,1145,3954,1150,4021,1169,4038,1177,4054,1181,4069,1186,4086,1193,4100,1198,4117,1205,4131,1210,4148,1217,4162,1225,4177,1229,4220,1251,4232,1258,4261,1273,4285,1287,4299,1294,4335,1316,4347,1325,4357,1333,4369,1340,4378,1349,4390,1357,4400,1366,4410,1373,4419,1383,4429,1390,4438,1400,4448,1407,4455,1417,4472,1433,4479,1443,4489,1453,4494,1462,4501,1472,4508,1479,4515,1489,4520,1498,4527,1508,4546,1546,4549,1556,4554,1565,4556,1577,4558,1587,4563,1597,4563,1606,4568,1625,4568,1637,4570,1647,4570,1688,4568,1697,4568,1709,4563,1729,4563,1738,4558,1748,4556,1757,4554,1769,4549,1779,4546,1789,4527,1827,4520,1837,4515,1846,4508,1856,4501,1863,4494,1873,4489,1882,4479,1892,4472,1901,4455,1918,4448,1928,4438,1935,4429,1945,4419,1952,4410,1961,4400,1969,4390,1978,4378,1985,4369,1995,4357,2002,4347,2009,4335,2019,4299,2041,4285,2048,4261,2062,4232,2077,4220,2084,4177,2105,4162,2110,4148,2117,4131,2125,4117,2129,4100,2137,4086,2141,4069,2149,4054,2153,4038,2158,4021,2165,3954,2185,3934,2189,3901,2199,3882,2204,3865,2209,3846,2211,3829,2216,3810,2221,3790,2223,3771,2228,3752,2230,3733,2235,3694,2240,3675,2242,3656,2247,3637,2249,3615,2252,3596,2254,3577,2254,3555,2257,3536,2259,3514,2261,3493,2261,3474,2264,3452,2264,3430,2266,3219,2266,3198,2264,3178,2264,3157,2261,3138,2261,3116,2259,3094,2257,3075,2254,3056,2254,3034,2252,3015,2249,2996,2247,2977,2242,2955,2240,2917,2235,2898,2230,2878,2228,2862,2223,2842,2221,2804,2211,2787,2209,2768,2204,2751,2199,2732,2194,2631,2165,2614,2158,2581,2149,2566,2141,2550,2137,2535,2129,2518,2125,2490,2110,2475,2105,2418,2077,2406,2069,2391,2062,2379,2055,2365,2048,2317,2019,2305,2009,2293,2002,2283,1995,2271,1985,2262,1978,2252,1969,2240,1961,2230,1952,2221,1945,2214,1935,2204,1928,2194,1918,2187,1909,2178,1901,2149,1863,2142,1856,2137,1846,2130,1837,2101,1779,2098,1769,2096,1757,2091,1748,2084,1719,2084,1709,2082,1697,2082,1669xe" filled="f" stroked="t" strokeweight=".48pt" strokecolor="#000000">
                <v:path arrowok="t"/>
              </v:shape>
            </v:group>
            <v:group style="position:absolute;left:4614;top:1976;width:391;height:223" coordorigin="4614,1976" coordsize="391,223">
              <v:shape style="position:absolute;left:4614;top:1976;width:391;height:223" coordorigin="4614,1976" coordsize="391,223" path="m4614,1976l5005,2199e" filled="f" stroked="t" strokeweight=".48pt" strokecolor="#000000">
                <v:path arrowok="t"/>
              </v:shape>
            </v:group>
            <v:group style="position:absolute;left:4902;top:2089;width:103;height:110" coordorigin="4902,2089" coordsize="103,110">
              <v:shape style="position:absolute;left:4902;top:2089;width:103;height:110" coordorigin="4902,2089" coordsize="103,110" path="m4930,2089l4902,2139,5005,2199,4930,2089e" filled="t" fillcolor="#000000" stroked="f">
                <v:path arrowok="t"/>
                <v:fill/>
              </v:shape>
            </v:group>
            <v:group style="position:absolute;left:4902;top:2089;width:103;height:110" coordorigin="4902,2089" coordsize="103,110">
              <v:shape style="position:absolute;left:4902;top:2089;width:103;height:110" coordorigin="4902,2089" coordsize="103,110" path="m5005,2199l4930,2089,4902,2139,5005,2199xe" filled="f" stroked="t" strokeweight=".48pt" strokecolor="#000000">
                <v:path arrowok="t"/>
              </v:shape>
            </v:group>
            <v:group style="position:absolute;left:4870;top:2139;width:134;height:60" coordorigin="4870,2139" coordsize="134,60">
              <v:shape style="position:absolute;left:4870;top:2139;width:134;height:60" coordorigin="4870,2139" coordsize="134,60" path="m4902,2139l4870,2192,5005,2199,4902,2139e" filled="t" fillcolor="#000000" stroked="f">
                <v:path arrowok="t"/>
                <v:fill/>
              </v:shape>
            </v:group>
            <v:group style="position:absolute;left:4870;top:2139;width:134;height:60" coordorigin="4870,2139" coordsize="134,60">
              <v:shape style="position:absolute;left:4870;top:2139;width:134;height:60" coordorigin="4870,2139" coordsize="134,60" path="m5005,2199l4870,2192,4902,2139,5005,2199xe" filled="f" stroked="t" strokeweight=".48pt" strokecolor="#000000">
                <v:path arrowok="t"/>
              </v:shape>
            </v:group>
            <v:group style="position:absolute;left:7112;top:608;width:1366;height:1049" coordorigin="7112,608" coordsize="1366,1049">
              <v:shape style="position:absolute;left:7112;top:608;width:1366;height:1049" coordorigin="7112,608" coordsize="1366,1049" path="m7112,1133l7112,1114,7114,1105,7114,1088,7117,1078,7117,1071,7122,1052,7122,1045,7124,1035,7126,1028,7129,1018,7131,1011,7134,1001,7136,994,7141,985,7143,977,7148,968,7150,961,7155,953,7158,944,7167,929,7172,920,7174,913,7184,898,7191,891,7196,884,7201,874,7206,867,7213,860,7218,853,7237,833,7242,826,7282,785,7290,781,7299,773,7306,769,7314,761,7321,757,7328,749,7338,745,7345,740,7354,733,7362,728,7371,723,7378,718,7388,711,7398,706,7405,701,7434,687,7443,685,7450,680,7470,670,7482,668,7491,663,7501,661,7510,656,7520,653,7530,649,7542,646,7551,641,7561,639,7573,637,7592,632,7604,629,7614,627,7638,622,7647,620,7659,617,7669,617,7693,613,7702,613,7714,610,7738,610,7748,608,7842,608,7854,610,7878,610,7887,613,7899,613,7911,615,7921,617,7933,617,7945,620,7954,622,7966,625,7976,627,7988,629,7998,632,8010,634,8019,637,8029,639,8041,641,8050,646,8060,649,8072,653,8082,656,8091,661,8101,663,8110,668,8120,670,8149,685,8158,687,8178,697,8185,701,8204,711,8211,718,8221,723,8228,728,8238,733,8245,740,8254,745,8262,749,8269,757,8278,761,8286,769,8293,773,8300,781,8307,785,8322,800,8329,805,8336,812,8341,819,8355,833,8360,841,8367,845,8372,853,8379,860,8389,874,8396,884,8420,920,8425,929,8427,937,8432,944,8437,953,8439,961,8444,968,8446,977,8451,985,8454,994,8456,1001,8458,1011,8461,1018,8463,1028,8466,1035,8468,1045,8470,1052,8473,1061,8473,1071,8475,1078,8475,1097,8478,1105,8478,1160,8475,1169,8475,1186,8473,1196,8473,1203,8470,1213,8468,1220,8463,1239,8461,1246,8458,1256,8456,1263,8454,1273,8451,1280,8446,1289,8444,1297,8439,1304,8437,1313,8427,1328,8425,1337,8406,1366,8401,1376,8396,1383,8389,1390,8379,1405,8372,1412,8367,1419,8360,1426,8355,1433,8348,1441,8341,1445,8336,1453,8322,1467,8314,1472,8300,1486,8293,1491,8286,1498,8278,1503,8269,1510,8254,1520,8245,1527,8238,1532,8228,1537,8221,1544,8211,1549,8204,1553,8185,1563,8178,1568,8149,1582,8139,1585,8110,1599,8101,1601,8091,1606,8082,1609,8072,1613,8060,1616,8050,1618,8041,1623,8029,1625,8019,1628,8010,1630,7998,1633,7988,1637,7976,1640,7966,1640,7954,1642,7945,1645,7921,1649,7911,1649,7899,1652,7887,1652,7878,1654,7866,1654,7854,1657,7738,1657,7726,1654,7714,1654,7702,1652,7693,1652,7681,1649,7669,1649,7659,1647,7647,1645,7638,1642,7626,1640,7614,1640,7604,1637,7592,1633,7573,1628,7561,1625,7551,1623,7542,1618,7530,1616,7520,1613,7510,1609,7501,1606,7491,1601,7482,1599,7470,1594,7450,1585,7443,1582,7405,1563,7398,1558,7378,1549,7371,1544,7362,1537,7354,1532,7345,1527,7338,1520,7328,1515,7321,1510,7314,1503,7306,1498,7299,1491,7290,1486,7275,1472,7268,1467,7263,1460,7249,1445,7242,1441,7237,1433,7230,1426,7225,1419,7218,1412,7213,1405,7206,1397,7191,1376,7184,1366,7174,1352,7172,1345,7167,1337,7162,1328,7158,1321,7155,1313,7150,1304,7148,1297,7143,1289,7141,1280,7136,1273,7134,1263,7131,1256,7129,1246,7126,1239,7122,1220,7122,1213,7119,1203,7117,1196,7117,1186,7114,1177,7114,1160,7112,1150,7112,1133xe" filled="f" stroked="t" strokeweight=".48pt" strokecolor="#000000">
                <v:path arrowok="t"/>
              </v:shape>
            </v:group>
            <v:group style="position:absolute;left:6265;top:1556;width:854;height:614" coordorigin="6265,1556" coordsize="854,614">
              <v:shape style="position:absolute;left:6265;top:1556;width:854;height:614" coordorigin="6265,1556" coordsize="854,614" path="m6265,2170l7119,1556e" filled="f" stroked="t" strokeweight=".48pt" strokecolor="#000000">
                <v:path arrowok="t"/>
              </v:shape>
            </v:group>
            <v:group style="position:absolute;left:6265;top:2053;width:96;height:118" coordorigin="6265,2053" coordsize="96,118">
              <v:shape style="position:absolute;left:6265;top:2053;width:96;height:118" coordorigin="6265,2053" coordsize="96,118" path="m6327,2053l6265,2170,6361,2101,6327,2053e" filled="t" fillcolor="#000000" stroked="f">
                <v:path arrowok="t"/>
                <v:fill/>
              </v:shape>
            </v:group>
            <v:group style="position:absolute;left:6265;top:2053;width:96;height:118" coordorigin="6265,2053" coordsize="96,118">
              <v:shape style="position:absolute;left:6265;top:2053;width:96;height:118" coordorigin="6265,2053" coordsize="96,118" path="m6265,2170l6327,2053,6361,2101,6265,2170xe" filled="f" stroked="t" strokeweight=".48pt" strokecolor="#000000">
                <v:path arrowok="t"/>
              </v:shape>
            </v:group>
            <v:group style="position:absolute;left:6265;top:2101;width:132;height:70" coordorigin="6265,2101" coordsize="132,70">
              <v:shape style="position:absolute;left:6265;top:2101;width:132;height:70" coordorigin="6265,2101" coordsize="132,70" path="m6361,2101l6265,2170,6397,2149,6361,2101e" filled="t" fillcolor="#000000" stroked="f">
                <v:path arrowok="t"/>
                <v:fill/>
              </v:shape>
            </v:group>
            <v:group style="position:absolute;left:6265;top:2101;width:132;height:70" coordorigin="6265,2101" coordsize="132,70">
              <v:shape style="position:absolute;left:6265;top:2101;width:132;height:70" coordorigin="6265,2101" coordsize="132,70" path="m6265,2170l6397,2149,6361,2101,6265,2170xe" filled="f" stroked="t" strokeweight=".48pt" strokecolor="#000000">
                <v:path arrowok="t"/>
              </v:shape>
            </v:group>
            <v:group style="position:absolute;left:2350;top:3507;width:1771;height:1094" coordorigin="2350,3507" coordsize="1771,1094">
              <v:shape style="position:absolute;left:2350;top:3507;width:1771;height:1094" coordorigin="2350,3507" coordsize="1771,1094" path="m2350,4054l2350,4035,2353,4025,2353,4009,2358,3989,2358,3980,2360,3970,2362,3963,2365,3953,2370,3944,2372,3934,2374,3927,2379,3917,2382,3910,2391,3891,2396,3884,2398,3874,2406,3867,2410,3857,2415,3850,2420,3841,2427,3833,2432,3826,2439,3817,2444,3809,2458,3795,2466,3785,2502,3749,2511,3742,2518,3735,2528,3728,2535,3721,2554,3706,2562,3699,2571,3694,2590,3680,2600,3675,2610,3668,2622,3661,2631,3656,2641,3649,2653,3644,2662,3639,2674,3632,2684,3627,2696,3622,2708,3615,2718,3610,2802,3577,2816,3574,2840,3565,2852,3562,2866,3557,2878,3553,2893,3550,2905,3548,2919,3543,2931,3541,2946,3538,2960,3533,2974,3531,2986,3529,3015,3524,3030,3521,3044,3519,3058,3519,3073,3517,3087,3514,3102,3514,3116,3512,3130,3512,3145,3509,3176,3509,3190,3507,3282,3507,3296,3509,3325,3509,3342,3512,3356,3512,3370,3514,3385,3514,3399,3517,3414,3519,3428,3519,3442,3521,3457,3524,3471,3526,3483,3529,3498,3531,3512,3533,3526,3538,3538,3541,3553,3543,3567,3548,3579,3550,3594,3553,3618,3562,3632,3565,3656,3574,3670,3577,3754,3610,3764,3615,3776,3622,3788,3627,3798,3632,3810,3639,3819,3644,3831,3649,3841,3656,3850,3661,3860,3668,3872,3675,3882,3680,3901,3694,3910,3699,3918,3706,3937,3721,3944,3728,3954,3735,3961,3742,3970,3749,4006,3785,4014,3795,4028,3809,4033,3817,4040,3826,4045,3833,4052,3841,4057,3850,4062,3857,4066,3867,4074,3874,4078,3884,4081,3891,4090,3910,4093,3917,4098,3927,4100,3934,4102,3944,4107,3953,4110,3963,4112,3970,4114,3980,4114,3989,4119,4009,4119,4016,4122,4025,4122,4083,4119,4093,4119,4100,4114,4119,4114,4129,4112,4138,4110,4145,4107,4155,4102,4165,4100,4172,4098,4181,4093,4191,4090,4198,4081,4217,4078,4225,4074,4234,4066,4241,4062,4251,4052,4265,4045,4275,4040,4282,4033,4292,4028,4299,4014,4313,4006,4323,3970,4359,3961,4366,3954,4373,3944,4381,3937,4388,3918,4402,3910,4409,3901,4414,3882,4429,3872,4433,3860,4441,3850,4445,3841,4453,3831,4457,3819,4465,3810,4469,3798,4477,3788,4481,3764,4491,3754,4498,3682,4527,3670,4529,3656,4534,3632,4544,3618,4546,3606,4551,3594,4553,3579,4558,3567,4561,3553,4565,3538,4568,3526,4570,3512,4573,3498,4577,3483,4580,3471,4582,3442,4587,3428,4587,3414,4589,3399,4592,3385,4594,3370,4594,3356,4597,3342,4597,3325,4599,3296,4599,3282,4601,3190,4601,3176,4599,3145,4599,3130,4597,3116,4597,3102,4594,3087,4594,3073,4592,3058,4589,3044,4587,3030,4587,2986,4580,2974,4577,2960,4573,2931,4568,2919,4565,2905,4561,2893,4558,2878,4553,2866,4551,2852,4546,2840,4544,2816,4534,2802,4529,2790,4527,2718,4498,2708,4491,2684,4481,2674,4477,2662,4469,2653,4465,2641,4457,2631,4453,2622,4445,2610,4441,2600,4433,2590,4429,2571,4414,2562,4409,2554,4402,2535,4388,2528,4381,2518,4373,2511,4366,2502,4359,2466,4323,2458,4313,2444,4299,2439,4292,2432,4282,2427,4275,2420,4265,2410,4251,2406,4241,2398,4234,2396,4225,2391,4217,2382,4198,2379,4191,2374,4181,2372,4172,2370,4165,2365,4155,2362,4145,2360,4138,2358,4129,2358,4119,2353,4100,2353,4083,2350,4073,2350,4054xe" filled="f" stroked="t" strokeweight=".48pt" strokecolor="#000000">
                <v:path arrowok="t"/>
              </v:shape>
            </v:group>
            <v:group style="position:absolute;left:4030;top:2993;width:974;height:672" coordorigin="4030,2993" coordsize="974,672">
              <v:shape style="position:absolute;left:4030;top:2993;width:974;height:672" coordorigin="4030,2993" coordsize="974,672" path="m4030,3665l5005,2993e" filled="f" stroked="t" strokeweight=".48pt" strokecolor="#000000">
                <v:path arrowok="t"/>
              </v:shape>
            </v:group>
            <v:group style="position:absolute;left:4873;top:2993;width:132;height:67" coordorigin="4873,2993" coordsize="132,67">
              <v:shape style="position:absolute;left:4873;top:2993;width:132;height:67" coordorigin="4873,2993" coordsize="132,67" path="m5005,2993l4873,3013,4906,3061,5005,2993e" filled="t" fillcolor="#000000" stroked="f">
                <v:path arrowok="t"/>
                <v:fill/>
              </v:shape>
            </v:group>
            <v:group style="position:absolute;left:4873;top:2993;width:132;height:67" coordorigin="4873,2993" coordsize="132,67">
              <v:shape style="position:absolute;left:4873;top:2993;width:132;height:67" coordorigin="4873,2993" coordsize="132,67" path="m5005,2993l4873,3013,4906,3061,5005,2993xe" filled="f" stroked="t" strokeweight=".48pt" strokecolor="#000000">
                <v:path arrowok="t"/>
              </v:shape>
            </v:group>
            <v:group style="position:absolute;left:4906;top:2993;width:98;height:118" coordorigin="4906,2993" coordsize="98,118">
              <v:shape style="position:absolute;left:4906;top:2993;width:98;height:118" coordorigin="4906,2993" coordsize="98,118" path="m5005,2993l4906,3061,4940,3111,5005,2993e" filled="t" fillcolor="#000000" stroked="f">
                <v:path arrowok="t"/>
                <v:fill/>
              </v:shape>
            </v:group>
            <v:group style="position:absolute;left:4906;top:2993;width:98;height:118" coordorigin="4906,2993" coordsize="98,118">
              <v:shape style="position:absolute;left:4906;top:2993;width:98;height:118" coordorigin="4906,2993" coordsize="98,118" path="m5005,2993l4940,3111,4906,3061,5005,2993xe" filled="f" stroked="t" strokeweight=".48pt" strokecolor="#000000">
                <v:path arrowok="t"/>
              </v:shape>
            </v:group>
            <v:group style="position:absolute;left:6234;top:3099;width:554;height:329" coordorigin="6234,3099" coordsize="554,329">
              <v:shape style="position:absolute;left:6234;top:3099;width:554;height:329" coordorigin="6234,3099" coordsize="554,329" path="m6788,3428l6234,3099e" filled="f" stroked="t" strokeweight=".48pt" strokecolor="#000000">
                <v:path arrowok="t"/>
              </v:shape>
            </v:group>
            <v:group style="position:absolute;left:6234;top:3099;width:103;height:113" coordorigin="6234,3099" coordsize="103,113">
              <v:shape style="position:absolute;left:6234;top:3099;width:103;height:113" coordorigin="6234,3099" coordsize="103,113" path="m6234,3099l6306,3212,6337,3161,6234,3099e" filled="t" fillcolor="#000000" stroked="f">
                <v:path arrowok="t"/>
                <v:fill/>
              </v:shape>
            </v:group>
            <v:group style="position:absolute;left:6234;top:3099;width:103;height:113" coordorigin="6234,3099" coordsize="103,113">
              <v:shape style="position:absolute;left:6234;top:3099;width:103;height:113" coordorigin="6234,3099" coordsize="103,113" path="m6234,3099l6306,3212,6337,3161,6234,3099xe" filled="f" stroked="t" strokeweight=".48pt" strokecolor="#000000">
                <v:path arrowok="t"/>
              </v:shape>
            </v:group>
            <v:group style="position:absolute;left:6234;top:3099;width:134;height:62" coordorigin="6234,3099" coordsize="134,62">
              <v:shape style="position:absolute;left:6234;top:3099;width:134;height:62" coordorigin="6234,3099" coordsize="134,62" path="m6234,3099l6337,3161,6368,3109,6234,3099e" filled="t" fillcolor="#000000" stroked="f">
                <v:path arrowok="t"/>
                <v:fill/>
              </v:shape>
            </v:group>
            <v:group style="position:absolute;left:6234;top:3099;width:134;height:62" coordorigin="6234,3099" coordsize="134,62">
              <v:shape style="position:absolute;left:6234;top:3099;width:134;height:62" coordorigin="6234,3099" coordsize="134,62" path="m6234,3099l6368,3109,6337,3161,6234,3099xe" filled="f" stroked="t" strokeweight=".48pt" strokecolor="#000000">
                <v:path arrowok="t"/>
              </v:shape>
            </v:group>
            <v:group style="position:absolute;left:4969;top:2074;width:1366;height:1051" coordorigin="4969,2074" coordsize="1366,1051">
              <v:shape style="position:absolute;left:4969;top:2074;width:1366;height:1051" coordorigin="4969,2074" coordsize="1366,1051" path="m4969,2600l4969,2573,4971,2564,4971,2547,4974,2537,4976,2530,4976,2521,4978,2511,4981,2504,4983,2494,4986,2487,4988,2477,4990,2470,4993,2461,4995,2453,5000,2444,5002,2437,5007,2429,5010,2420,5019,2405,5022,2396,5036,2374,5041,2365,5050,2350,5058,2343,5067,2329,5074,2321,5079,2314,5086,2307,5091,2300,5098,2293,5106,2288,5110,2281,5125,2266,5132,2261,5146,2247,5154,2242,5161,2235,5168,2230,5178,2223,5185,2218,5192,2211,5202,2206,5209,2201,5218,2197,5226,2189,5235,2185,5242,2180,5271,2165,5278,2161,5307,2146,5317,2144,5336,2134,5346,2132,5355,2127,5367,2125,5377,2120,5386,2117,5396,2113,5408,2110,5418,2108,5427,2105,5439,2101,5449,2098,5461,2096,5470,2093,5482,2091,5492,2089,5504,2089,5514,2086,5526,2084,5538,2084,5547,2081,5559,2079,5583,2079,5593,2077,5629,2077,5641,2074,5662,2074,5674,2077,5710,2077,5720,2079,5744,2079,5756,2081,5766,2084,5778,2084,5790,2086,5799,2089,5811,2089,5821,2091,5833,2093,5842,2096,5854,2098,5864,2101,5876,2105,5886,2108,5895,2110,5907,2113,5917,2117,5926,2120,5936,2125,5946,2127,5958,2132,5967,2134,5986,2144,5996,2146,6006,2151,6013,2156,6051,2175,6058,2180,6078,2189,6085,2197,6094,2201,6109,2211,6118,2218,6126,2223,6133,2230,6140,2235,6150,2242,6157,2247,6171,2261,6178,2266,6186,2273,6190,2281,6198,2288,6205,2293,6210,2300,6224,2314,6234,2329,6241,2336,6255,2357,6262,2365,6267,2374,6272,2381,6274,2389,6279,2396,6284,2405,6289,2413,6291,2420,6296,2429,6298,2437,6303,2444,6306,2453,6310,2461,6313,2470,6315,2477,6318,2487,6320,2494,6322,2504,6325,2511,6325,2521,6327,2530,6330,2537,6330,2547,6332,2557,6332,2573,6334,2583,6334,2619,6332,2626,6332,2645,6330,2655,6330,2662,6327,2672,6325,2679,6325,2689,6322,2698,6320,2705,6318,2715,6315,2722,6313,2732,6310,2739,6306,2749,6303,2756,6298,2765,6296,2773,6291,2780,6289,2789,6274,2811,6272,2821,6262,2835,6255,2842,6241,2864,6234,2871,6224,2885,6210,2900,6205,2907,6164,2948,6157,2953,6150,2960,6140,2965,6133,2972,6126,2977,6118,2984,6109,2989,6102,2993,6094,3001,6085,3005,6078,3010,6058,3020,6051,3025,6013,3044,6006,3049,5986,3058,5977,3061,5958,3070,5946,3073,5936,3077,5926,3080,5917,3085,5907,3087,5895,3089,5886,3094,5876,3097,5864,3099,5854,3101,5842,3104,5833,3106,5821,3109,5811,3111,5799,3113,5790,3113,5766,3118,5756,3118,5744,3121,5732,3121,5720,3123,5698,3123,5686,3125,5617,3125,5605,3123,5583,3123,5571,3121,5559,3121,5547,3118,5538,3118,5514,3113,5504,3113,5492,3111,5482,3109,5470,3106,5461,3104,5449,3101,5439,3099,5427,3097,5418,3094,5408,3089,5396,3087,5386,3085,5377,3080,5367,3077,5355,3073,5346,3070,5326,3061,5317,3058,5278,3039,5271,3034,5242,3020,5235,3015,5226,3010,5218,3005,5209,3001,5202,2993,5192,2989,5185,2984,5178,2977,5168,2972,5161,2965,5154,2960,5146,2953,5139,2948,5118,2926,5110,2921,5106,2914,5091,2900,5086,2893,5079,2885,5074,2878,5067,2871,5058,2857,5050,2849,5031,2821,5026,2811,5022,2804,5019,2797,5014,2789,5010,2780,5007,2773,5002,2765,5000,2756,4995,2749,4993,2739,4990,2732,4988,2722,4986,2715,4983,2705,4981,2698,4976,2679,4976,2672,4974,2662,4971,2655,4971,2636,4969,2626,4969,2600xe" filled="f" stroked="t" strokeweight=".48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5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kno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48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abou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54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thos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5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asses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4"/>
          <w:szCs w:val="24"/>
          <w:spacing w:val="54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method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5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5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ir</w:t>
      </w:r>
      <w:r>
        <w:rPr>
          <w:rFonts w:ascii="Arial" w:hAnsi="Arial" w:cs="Arial" w:eastAsia="Arial"/>
          <w:sz w:val="24"/>
          <w:szCs w:val="24"/>
          <w:spacing w:val="5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natu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4"/>
          <w:szCs w:val="24"/>
          <w:spacing w:val="5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54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nee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5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505" w:top="1360" w:bottom="700" w:left="1320" w:right="1320"/>
          <w:pgSz w:w="11900" w:h="16840"/>
        </w:sectPr>
      </w:pPr>
      <w:rPr/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5" w:right="-112"/>
        <w:jc w:val="left"/>
        <w:rPr>
          <w:rFonts w:ascii="Arial" w:hAnsi="Arial" w:cs="Arial" w:eastAsia="Arial"/>
          <w:sz w:val="48"/>
          <w:szCs w:val="48"/>
        </w:rPr>
      </w:pPr>
      <w:rPr/>
      <w:r>
        <w:rPr>
          <w:rFonts w:ascii="Arial" w:hAnsi="Arial" w:cs="Arial" w:eastAsia="Arial"/>
          <w:sz w:val="48"/>
          <w:szCs w:val="48"/>
          <w:spacing w:val="0"/>
          <w:w w:val="100"/>
        </w:rPr>
        <w:t>COBOL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541" w:lineRule="exact"/>
        <w:ind w:right="-112"/>
        <w:jc w:val="left"/>
        <w:rPr>
          <w:rFonts w:ascii="Arial" w:hAnsi="Arial" w:cs="Arial" w:eastAsia="Arial"/>
          <w:sz w:val="48"/>
          <w:szCs w:val="48"/>
        </w:rPr>
      </w:pPr>
      <w:rPr/>
      <w:r>
        <w:rPr/>
        <w:pict>
          <v:group style="position:absolute;margin-left:346.360992pt;margin-top:37.271324pt;width:163.56pt;height:66.72pt;mso-position-horizontal-relative:page;mso-position-vertical-relative:paragraph;z-index:-1471" coordorigin="6927,745" coordsize="3271,1334">
            <v:shape style="position:absolute;left:6927;top:745;width:3271;height:1334" coordorigin="6927,745" coordsize="3271,1334" path="m6927,1413l6927,1389,6930,1379,6930,1367,6932,1355,6934,1345,6939,1333,6942,1321,6946,1312,6949,1300,6954,1290,6961,1278,6966,1269,6973,1257,6978,1247,6985,1235,6992,1225,7002,1216,7009,1204,7018,1194,7026,1185,7035,1173,7045,1163,7057,1153,7076,1134,7124,1096,7138,1086,7150,1077,7179,1057,7191,1050,7208,1041,7222,1031,7237,1024,7254,1014,7268,1007,7285,997,7302,990,7318,981,7352,966,7371,957,7388,949,7503,906,7525,899,7544,892,7566,885,7585,880,7628,865,7650,861,7671,853,7693,849,7717,844,7738,837,7762,832,7784,827,7952,793,7976,791,8002,786,8026,784,8053,779,8077,777,8103,774,8130,769,8156,767,8182,765,8235,760,8262,757,8288,755,8314,755,8341,753,8370,750,8396,750,8425,748,8480,748,8506,745,8619,745,8646,748,8703,748,8730,750,8756,750,8785,753,8811,755,8838,755,8864,757,8890,760,8943,765,8970,767,8996,769,9022,774,9049,777,9073,779,9099,784,9123,786,9150,791,9174,793,9342,827,9363,832,9387,837,9409,844,9430,849,9454,853,9476,861,9498,865,9519,873,9538,880,9560,885,9582,892,9601,899,9622,906,9718,942,9735,949,9754,957,9771,966,9790,973,9807,981,9824,990,9841,997,9855,1007,9872,1014,9889,1024,9903,1031,9932,1050,9946,1057,9975,1077,9999,1096,10014,1105,10026,1115,10035,1125,10059,1144,10088,1173,10098,1185,10117,1204,10124,1216,10138,1235,10146,1247,10153,1257,10160,1269,10165,1278,10170,1290,10174,1300,10179,1312,10184,1321,10189,1345,10191,1355,10196,1379,10198,1389,10198,1434,10194,1458,10191,1468,10186,1492,10184,1501,10174,1525,10170,1535,10165,1547,10160,1557,10153,1569,10138,1588,10131,1600,10124,1609,10117,1621,10088,1650,10078,1662,10059,1681,10035,1701,10026,1710,10014,1720,9999,1729,9975,1749,9961,1758,9946,1765,9903,1794,9889,1801,9872,1811,9855,1818,9841,1828,9824,1835,9807,1845,9790,1852,9771,1859,9754,1869,9735,1876,9718,1883,9622,1919,9601,1926,9582,1933,9560,1941,9538,1945,9519,1953,9498,1960,9476,1965,9454,1972,9430,1977,9409,1981,9387,1989,9363,1993,9342,1998,9318,2003,9270,2013,9246,2017,9198,2027,9174,2032,9150,2034,9123,2039,9099,2041,9073,2046,9049,2049,9022,2051,8996,2056,8970,2058,8943,2061,8838,2070,8811,2070,8785,2073,8756,2075,8730,2075,8703,2077,8646,2077,8619,2080,8506,2080,8480,2077,8425,2077,8396,2075,8370,2075,8341,2073,8314,2070,8288,2070,8182,2061,8156,2058,8130,2056,8103,2051,8077,2049,8053,2046,8026,2041,8002,2039,7976,2034,7952,2032,7928,2027,7880,2017,7856,2013,7808,2003,7784,1998,7762,1993,7738,1989,7717,1981,7693,1977,7671,1972,7650,1965,7628,1960,7585,1945,7566,1941,7544,1933,7525,1926,7503,1919,7388,1876,7371,1869,7352,1859,7318,1845,7302,1835,7285,1828,7268,1818,7254,1811,7237,1801,7222,1794,7208,1785,7191,1775,7179,1765,7165,1758,7150,1749,7138,1739,7124,1729,7076,1691,7057,1672,7045,1662,7035,1650,7026,1641,7018,1631,7009,1621,7002,1609,6992,1600,6985,1588,6978,1578,6973,1569,6966,1557,6961,1547,6954,1535,6949,1525,6946,1513,6942,1501,6939,1492,6934,1480,6932,1468,6930,1458,6930,1446,6927,1434,6927,1413xe" filled="f" stroked="t" strokeweight=".4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-2"/>
        </w:rPr>
        <w:t>SOM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spacing w:before="0" w:after="0" w:line="551" w:lineRule="exact"/>
        <w:ind w:right="-20"/>
        <w:jc w:val="left"/>
        <w:rPr>
          <w:rFonts w:ascii="Arial" w:hAnsi="Arial" w:cs="Arial" w:eastAsia="Arial"/>
          <w:sz w:val="48"/>
          <w:szCs w:val="48"/>
        </w:rPr>
      </w:pPr>
      <w:rPr/>
      <w:r>
        <w:rPr/>
        <w:br w:type="column"/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-1"/>
        </w:rPr>
        <w:t>C++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  <w:cols w:num="3" w:equalWidth="0">
            <w:col w:w="2846" w:space="937"/>
            <w:col w:w="1094" w:space="1143"/>
            <w:col w:w="3240"/>
          </w:cols>
        </w:sectPr>
      </w:pPr>
      <w:rPr/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41" w:lineRule="exact"/>
        <w:ind w:left="1489" w:right="-112"/>
        <w:jc w:val="left"/>
        <w:rPr>
          <w:rFonts w:ascii="Arial" w:hAnsi="Arial" w:cs="Arial" w:eastAsia="Arial"/>
          <w:sz w:val="48"/>
          <w:szCs w:val="48"/>
        </w:rPr>
      </w:pPr>
      <w:rPr/>
      <w:r>
        <w:rPr>
          <w:rFonts w:ascii="Arial" w:hAnsi="Arial" w:cs="Arial" w:eastAsia="Arial"/>
          <w:sz w:val="48"/>
          <w:szCs w:val="48"/>
          <w:spacing w:val="0"/>
          <w:w w:val="100"/>
          <w:position w:val="-2"/>
        </w:rPr>
        <w:t>PL/I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spacing w:before="0" w:after="0" w:line="551" w:lineRule="exact"/>
        <w:ind w:right="-20"/>
        <w:jc w:val="left"/>
        <w:rPr>
          <w:rFonts w:ascii="Arial" w:hAnsi="Arial" w:cs="Arial" w:eastAsia="Arial"/>
          <w:sz w:val="48"/>
          <w:szCs w:val="48"/>
        </w:rPr>
      </w:pPr>
      <w:rPr/>
      <w:r>
        <w:rPr/>
        <w:br w:type="column"/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-1"/>
        </w:rPr>
        <w:t>Smalltalk</w:t>
      </w:r>
      <w:r>
        <w:rPr>
          <w:rFonts w:ascii="Arial" w:hAnsi="Arial" w:cs="Arial" w:eastAsia="Arial"/>
          <w:sz w:val="48"/>
          <w:szCs w:val="4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  <w:cols w:num="2" w:equalWidth="0">
            <w:col w:w="2344" w:space="3928"/>
            <w:col w:w="2988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7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e2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Tota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i/>
        </w:rPr>
        <w:t>n</w:t>
      </w:r>
      <w:r>
        <w:rPr>
          <w:rFonts w:ascii="Courier New" w:hAnsi="Courier New" w:cs="Courier New" w:eastAsia="Courier New"/>
          <w:sz w:val="24"/>
          <w:szCs w:val="24"/>
          <w:spacing w:val="-77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aces.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84" w:after="0" w:line="240" w:lineRule="auto"/>
        <w:ind w:right="-20"/>
        <w:jc w:val="righ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SOMObject</w:t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SOMClass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198" w:lineRule="exact"/>
        <w:ind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1"/>
        </w:rPr>
        <w:t>SOMClassMgr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505" w:top="1420" w:bottom="700" w:left="1320" w:right="1320"/>
          <w:pgSz w:w="11900" w:h="16840"/>
          <w:cols w:num="2" w:equalWidth="0">
            <w:col w:w="3176" w:space="720"/>
            <w:col w:w="5364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10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e3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chy.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360" w:lineRule="auto"/>
        <w:ind w:left="121" w:right="51"/>
        <w:jc w:val="left"/>
        <w:tabs>
          <w:tab w:pos="1700" w:val="left"/>
          <w:tab w:pos="3180" w:val="left"/>
          <w:tab w:pos="4320" w:val="left"/>
          <w:tab w:pos="4960" w:val="left"/>
          <w:tab w:pos="5340" w:val="left"/>
          <w:tab w:pos="5680" w:val="left"/>
          <w:tab w:pos="6660" w:val="left"/>
          <w:tab w:pos="8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usua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ild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IR)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“SOMObject”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“SOMCl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ss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subcl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“SOMObject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  <w:tab/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epos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etac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  <w:tab/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199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compute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2.0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1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)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ad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anta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concep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S/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ll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asses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sam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oces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pace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spatch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eads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hou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ems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ecut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nsu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othe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eby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openin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isk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ill-beha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3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ple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entatio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oul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hinde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lock-u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other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tse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“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ll”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OS/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echno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ecut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ilit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under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buted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made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1.1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</w:p>
    <w:p>
      <w:pPr>
        <w:spacing w:before="2" w:after="0" w:line="271" w:lineRule="exact"/>
        <w:ind w:left="121" w:right="5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acco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esentat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tche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thou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5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41pt;margin-top:-2.310519pt;width:451.32pt;height:.1pt;mso-position-horizontal-relative:page;mso-position-vertical-relative:paragraph;z-index:-1470" coordorigin="1441,-46" coordsize="9026,2">
            <v:shape style="position:absolute;left:1441;top:-46;width:9026;height:2" coordorigin="1441,-46" coordsize="9026,0" path="m1441,-46l10467,-46e" filled="f" stroked="t" strokeweight=".5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1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table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32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Bit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/2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eated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later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indo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0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IBM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depa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79" w:after="0" w:line="359" w:lineRule="auto"/>
        <w:ind w:left="121" w:right="5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commun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back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ompat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5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3.0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CORBA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t,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endo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thou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custome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date.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4501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      </w:t>
      </w:r>
      <w:r>
        <w:rPr>
          <w:rFonts w:ascii="Arial" w:hAnsi="Arial" w:cs="Arial" w:eastAsia="Arial"/>
          <w:sz w:val="28"/>
          <w:szCs w:val="28"/>
          <w:spacing w:val="7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WORKPL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SHEL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WPS)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GUI)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ll”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ilt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capable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tili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OM,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sending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manne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5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update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ommo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Access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1992.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2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POb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GUI:</w:t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2" w:lineRule="auto"/>
        <w:ind w:left="687" w:right="51" w:firstLine="-5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 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PFileSyste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dua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1" w:lineRule="auto"/>
        <w:ind w:left="687" w:right="52" w:firstLine="-5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  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PAbstract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nstead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“INI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jc w:val="both"/>
        <w:spacing w:after="0"/>
        <w:sectPr>
          <w:pgMar w:header="0" w:footer="505" w:top="1360" w:bottom="700" w:left="1320" w:right="1320"/>
          <w:pgSz w:w="11900" w:h="16840"/>
        </w:sectPr>
      </w:pPr>
      <w:rPr/>
    </w:p>
    <w:p>
      <w:pPr>
        <w:spacing w:before="2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768.619995" w:type="dxa"/>
      </w:tblPr>
      <w:tblGrid/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ject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1200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SOMClass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1800" w:type="dxa"/>
            <w:gridSpan w:val="3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SOMClassMgr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4591" w:type="dxa"/>
            <w:gridSpan w:val="4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45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W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P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Cla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s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sMa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n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w w:val="100"/>
                <w:b/>
                <w:bCs/>
                <w:position w:val="1"/>
              </w:rPr>
              <w:t>ager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1200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45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W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P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Obj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w w:val="100"/>
                <w:b/>
                <w:bCs/>
                <w:position w:val="1"/>
              </w:rPr>
              <w:t>ct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785" w:type="dxa"/>
            <w:gridSpan w:val="3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45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W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P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Abs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w w:val="100"/>
                <w:b/>
                <w:bCs/>
                <w:position w:val="1"/>
              </w:rPr>
              <w:t>ract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WPClock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WPCountry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WPDisk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991" w:type="dxa"/>
            <w:gridSpan w:val="3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WPLaunchPad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991" w:type="dxa"/>
            <w:gridSpan w:val="3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WPKeyboard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WPMouse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WPPalette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WPColorPalette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WPFontPalette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WPSchemePalette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WPPower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WPPrinter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WPRPrinter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WPProgram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WPShadow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785" w:type="dxa"/>
            <w:gridSpan w:val="3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45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W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P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Fil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Sys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w w:val="100"/>
                <w:b/>
                <w:bCs/>
                <w:position w:val="1"/>
              </w:rPr>
              <w:t>em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991" w:type="dxa"/>
            <w:gridSpan w:val="3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WPDataFile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WPHtml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WPIcon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WPBitmap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WPProgramFile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WPCommandFile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WPUrl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WPFolder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WPDesktop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WPDrives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WPHost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...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785" w:type="dxa"/>
            <w:gridSpan w:val="3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45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W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P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Tra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n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26"/>
                <w:b/>
                <w:bCs/>
                <w:position w:val="1"/>
              </w:rPr>
              <w:t>sie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b/>
                <w:bCs/>
                <w:position w:val="1"/>
              </w:rPr>
              <w:t>n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-79"/>
                <w:b/>
                <w:bCs/>
                <w:position w:val="1"/>
              </w:rPr>
              <w:t> 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WPJob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WPDevice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3391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WPDevAudio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58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...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WPPort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WPPdr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  <w:tr>
        <w:trPr>
          <w:trHeight w:val="240" w:hRule="exact"/>
        </w:trPr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600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  <w:tc>
          <w:tcPr>
            <w:tcW w:w="1185" w:type="dxa"/>
            <w:gridSpan w:val="2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>
              <w:spacing w:before="24" w:after="0" w:line="199" w:lineRule="exact"/>
              <w:ind w:left="30" w:right="-2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Pr/>
            <w:r>
              <w:rPr>
                <w:rFonts w:ascii="Courier New" w:hAnsi="Courier New" w:cs="Courier New" w:eastAsia="Courier New"/>
                <w:sz w:val="18"/>
                <w:szCs w:val="18"/>
                <w:spacing w:val="12"/>
                <w:w w:val="100"/>
                <w:position w:val="1"/>
              </w:rPr>
              <w:t>WPQdr</w:t>
            </w:r>
            <w:r>
              <w:rPr>
                <w:rFonts w:ascii="Courier New" w:hAnsi="Courier New" w:cs="Courier New" w:eastAsia="Courier New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806" w:type="dxa"/>
            <w:tcBorders>
              <w:top w:val="single" w:sz="6.56" w:space="0" w:color="BEBEBE"/>
              <w:bottom w:val="single" w:sz="6.56" w:space="0" w:color="BEBEBE"/>
              <w:left w:val="single" w:sz="6.56" w:space="0" w:color="BEBEBE"/>
              <w:right w:val="single" w:sz="6.56" w:space="0" w:color="BEBEBE"/>
            </w:tcBorders>
          </w:tcPr>
          <w:p>
            <w:pPr/>
            <w:rPr/>
          </w:p>
        </w:tc>
      </w:tr>
    </w:tbl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71" w:lineRule="exact"/>
        <w:ind w:left="25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Hi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ent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360" w:lineRule="auto"/>
        <w:ind w:left="687" w:right="52" w:firstLine="-5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  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PT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ans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ent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18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59" w:lineRule="auto"/>
        <w:ind w:left="121" w:right="5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Stud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dual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505" w:top="1420" w:bottom="700" w:left="1320" w:right="1320"/>
          <w:pgSz w:w="11900" w:h="16840"/>
        </w:sectPr>
      </w:pPr>
      <w:rPr/>
    </w:p>
    <w:p>
      <w:pPr>
        <w:spacing w:before="79" w:after="0" w:line="359" w:lineRule="auto"/>
        <w:ind w:left="121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uence/chan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mum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tested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antees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enhancement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asses!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5376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      </w:t>
      </w:r>
      <w:r>
        <w:rPr>
          <w:rFonts w:ascii="Arial" w:hAnsi="Arial" w:cs="Arial" w:eastAsia="Arial"/>
          <w:sz w:val="28"/>
          <w:szCs w:val="28"/>
          <w:spacing w:val="7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OBJECT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EXX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(ORX)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batc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th</w:t>
      </w:r>
      <w:r>
        <w:rPr>
          <w:rFonts w:ascii="Arial" w:hAnsi="Arial" w:cs="Arial" w:eastAsia="Arial"/>
          <w:sz w:val="14"/>
          <w:szCs w:val="14"/>
          <w:spacing w:val="36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1979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Late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becam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’s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App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tectu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SAA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ocedu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tems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uts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acte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comme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LA]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becam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tanda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“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3.274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199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]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enc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actua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scuss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standa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hmet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Ja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i].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ustome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custome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assoc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ueste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back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espons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ustome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uest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359" w:lineRule="auto"/>
        <w:ind w:left="121" w:right="4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a.k.a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principle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ollo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object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odel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alltalk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[GolRob83],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enhanced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ability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2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)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mad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le</w:t>
      </w:r>
      <w:r>
        <w:rPr>
          <w:rFonts w:ascii="Arial" w:hAnsi="Arial" w:cs="Arial" w:eastAsia="Arial"/>
          <w:sz w:val="24"/>
          <w:szCs w:val="24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nu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S/2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95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3108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4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28"/>
          <w:szCs w:val="28"/>
          <w:spacing w:val="6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Th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Bu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t-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Rex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x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SO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uppo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5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410" w:lineRule="atLeast"/>
        <w:ind w:left="121" w:right="5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manne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/SO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41pt;margin-top:-2.310515pt;width:451.32pt;height:.1pt;mso-position-horizontal-relative:page;mso-position-vertical-relative:paragraph;z-index:-1469" coordorigin="1441,-46" coordsize="9026,2">
            <v:shape style="position:absolute;left:1441;top:-46;width:9026;height:2" coordorigin="1441,-46" coordsize="9026,0" path="m1441,-46l10467,-46e" filled="f" stroked="t" strokeweight=".5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2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Unli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alltalk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ault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UI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develop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ent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envi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ent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going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it.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505" w:top="1360" w:bottom="700" w:left="1320" w:right="1320"/>
          <w:pgSz w:w="11900" w:h="16840"/>
        </w:sectPr>
      </w:pPr>
      <w:rPr/>
    </w:p>
    <w:p>
      <w:pPr>
        <w:spacing w:before="7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querying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interface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repository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REXX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aRepository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=.somClassMgrObject~_get_somInterfaceRepository</w:t>
      </w:r>
    </w:p>
    <w:p>
      <w:pPr>
        <w:spacing w:before="58" w:after="0" w:line="320" w:lineRule="auto"/>
        <w:ind w:left="190" w:right="2558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"repository:"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pp(aRepository)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class:"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pp(aRepository~class)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</w:p>
    <w:p>
      <w:pPr>
        <w:spacing w:before="0" w:after="0" w:line="179" w:lineRule="exact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aContainer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aRepository~contents("InterFaceDef",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.true)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"aContainer:"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pp(aContainer)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"items"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pp(aContainer~items)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length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LENGTH(aContainer~items)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</w:rPr>
        <w:t>i</w:t>
      </w:r>
      <w:r>
        <w:rPr>
          <w:rFonts w:ascii="Courier New" w:hAnsi="Courier New" w:cs="Courier New" w:eastAsia="Courier New"/>
          <w:sz w:val="16"/>
          <w:szCs w:val="16"/>
        </w:rPr>
        <w:t> </w:t>
      </w:r>
      <w:r>
        <w:rPr>
          <w:rFonts w:ascii="Courier New" w:hAnsi="Courier New" w:cs="Courier New" w:eastAsia="Courier New"/>
          <w:sz w:val="16"/>
          <w:szCs w:val="16"/>
        </w:rPr>
        <w:t>=</w:t>
      </w:r>
      <w:r>
        <w:rPr>
          <w:rFonts w:ascii="Courier New" w:hAnsi="Courier New" w:cs="Courier New" w:eastAsia="Courier New"/>
          <w:sz w:val="16"/>
          <w:szCs w:val="16"/>
        </w:rPr>
        <w:t> </w:t>
      </w:r>
      <w:r>
        <w:rPr>
          <w:rFonts w:ascii="Courier New" w:hAnsi="Courier New" w:cs="Courier New" w:eastAsia="Courier New"/>
          <w:sz w:val="16"/>
          <w:szCs w:val="16"/>
        </w:rPr>
        <w:t>0</w:t>
      </w:r>
      <w:r>
        <w:rPr>
          <w:rFonts w:ascii="Courier New" w:hAnsi="Courier New" w:cs="Courier New" w:eastAsia="Courier New"/>
          <w:sz w:val="16"/>
          <w:szCs w:val="16"/>
        </w:rPr>
        <w:t> </w:t>
      </w:r>
    </w:p>
    <w:p>
      <w:pPr>
        <w:spacing w:before="58" w:after="0" w:line="320" w:lineRule="auto"/>
        <w:ind w:left="550" w:right="6610" w:firstLine="-36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anItem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OVER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aContainer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+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</w:p>
    <w:p>
      <w:pPr>
        <w:spacing w:before="0" w:after="0" w:line="179" w:lineRule="exact"/>
        <w:ind w:left="55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RIGHT(i,length)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"id:"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LEFT(pp(anItem~_get_id),35)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"name:"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pp(anItem~_get_name)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176" w:lineRule="exact"/>
        <w:ind w:left="55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anItem~somFree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4" w:after="0" w:line="319" w:lineRule="auto"/>
        <w:ind w:left="190" w:right="7189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aRepository~somFree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exit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0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::ROUTINE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pp</w:t>
      </w:r>
    </w:p>
    <w:p>
      <w:pPr>
        <w:spacing w:before="61" w:after="0" w:line="240" w:lineRule="auto"/>
        <w:ind w:left="55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"["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||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arg(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)||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"]"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access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176" w:lineRule="exact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::CLASS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Test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PUBLIC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EXTERNAL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’SOM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SOMObject’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219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ue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epos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ith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exx.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360" w:lineRule="auto"/>
        <w:ind w:left="121" w:right="5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/SO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anspa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ects!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INOUT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UT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uments,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3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)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becomes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necessa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supp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bas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standa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/COR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data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pes.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1" w:right="346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4.1.1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  </w:t>
      </w:r>
      <w:r>
        <w:rPr>
          <w:rFonts w:ascii="Arial" w:hAnsi="Arial" w:cs="Arial" w:eastAsia="Arial"/>
          <w:sz w:val="24"/>
          <w:szCs w:val="24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erac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SOM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Run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ime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21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2.041pt;margin-top:78.215469pt;width:451.32pt;height:.1pt;mso-position-horizontal-relative:page;mso-position-vertical-relative:paragraph;z-index:-1468" coordorigin="1441,1564" coordsize="9026,2">
            <v:shape style="position:absolute;left:1441;top:1564;width:9026;height:2" coordorigin="1441,1564" coordsize="9026,0" path="m1441,1564l10467,1564e" filled="f" stroked="t" strokeweight=".5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necessa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kno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BA!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4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)</w:t>
      </w:r>
      <w:r>
        <w:rPr>
          <w:rFonts w:ascii="Arial" w:hAnsi="Arial" w:cs="Arial" w:eastAsia="Arial"/>
          <w:sz w:val="14"/>
          <w:szCs w:val="14"/>
          <w:spacing w:val="29"/>
          <w:w w:val="100"/>
          <w:position w:val="9"/>
        </w:rPr>
        <w:t> 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5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)</w:t>
      </w:r>
      <w:r>
        <w:rPr>
          <w:rFonts w:ascii="Arial" w:hAnsi="Arial" w:cs="Arial" w:eastAsia="Arial"/>
          <w:sz w:val="14"/>
          <w:szCs w:val="14"/>
          <w:spacing w:val="27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cts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ich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epos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:</w:t>
      </w:r>
    </w:p>
    <w:p>
      <w:pPr>
        <w:spacing w:before="0" w:after="0" w:line="225" w:lineRule="exact"/>
        <w:ind w:left="121" w:right="63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3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ould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get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hanged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their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alues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nvo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ethod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58" w:lineRule="auto"/>
        <w:ind w:left="404" w:right="5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datat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entations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not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patible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nal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handling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iali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ined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\o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2\dlf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la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.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md”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pla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native</w:t>
      </w:r>
      <w:r>
        <w:rPr>
          <w:rFonts w:ascii="Arial" w:hAnsi="Arial" w:cs="Arial" w:eastAsia="Arial"/>
          <w:sz w:val="20"/>
          <w:szCs w:val="20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data</w:t>
      </w:r>
      <w:r>
        <w:rPr>
          <w:rFonts w:ascii="Arial" w:hAnsi="Arial" w:cs="Arial" w:eastAsia="Arial"/>
          <w:sz w:val="20"/>
          <w:szCs w:val="20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pes</w:t>
      </w:r>
      <w:r>
        <w:rPr>
          <w:rFonts w:ascii="Arial" w:hAnsi="Arial" w:cs="Arial" w:eastAsia="Arial"/>
          <w:sz w:val="20"/>
          <w:szCs w:val="20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404" w:right="6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‘Envi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ent’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‘Nu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‘Boolean’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‘Cha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et’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‘Sho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‘USho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‘Long’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‘ULong’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loat’,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04" w:right="47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‘Double’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‘St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ing’.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equen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hanged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63" w:lineRule="auto"/>
        <w:ind w:left="404" w:right="59" w:firstLine="-28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4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age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ope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ator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is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tilde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0"/>
        </w:rPr>
        <w:t>~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denti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ght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tilde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deno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inate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age,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optionally</w:t>
      </w:r>
      <w:r>
        <w:rPr>
          <w:rFonts w:ascii="Arial" w:hAnsi="Arial" w:cs="Arial" w:eastAsia="Arial"/>
          <w:sz w:val="20"/>
          <w:szCs w:val="20"/>
          <w:spacing w:val="-1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ollo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gu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anthe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240" w:lineRule="auto"/>
        <w:ind w:left="121" w:right="57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5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Identi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poin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alle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envi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bol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inte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loo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505" w:top="1440" w:bottom="700" w:left="1320" w:right="1320"/>
          <w:pgSz w:w="11900" w:h="16840"/>
        </w:sectPr>
      </w:pPr>
      <w:rPr/>
    </w:p>
    <w:p>
      <w:pPr>
        <w:spacing w:before="7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repository: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Repository]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SOMProxy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aContainer: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[an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Array]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items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[423]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[::SOMObject]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[SOMObject]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2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[::Sockets]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[Sockets]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3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[::AnyNetSockets]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[AnyNetSockets]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4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[::Contained]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[Contained]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5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[::AttributeDef]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[AttributeDef]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6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[::BOA]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[BOA]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7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[::SOMEEvent]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[SOMEEvent]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8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[::SOMEClientEvent]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[SOMEClientEvent]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9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[::Context]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[Context]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[::ConstantDef]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[ConstantDef]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[::Container]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[Container]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[::SOMPEncoderDecoderAbstract]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[SOMPEncoderDecoderAbstract]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13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[::SOMPAttrEncoderDecoder]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[SOMPAttrEncoderDecoder]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...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cut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....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122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[::TypeDef]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[TypeDef]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123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[::SOMEWorkProcEvent]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[SOMEWorkProcEvent]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124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[::WPObject]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[WPObject]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125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[::M_WPObject]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[M_WPObject]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126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[::WPFileSystem]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[WPFileSystem]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127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[::M_WPFileSystem]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[M_WPFileSystem]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128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[::WPFolder]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[WPFolder]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129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[::M_WPFolder]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[M_WPFolder]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130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[::WPDataFile]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[WPDataFile]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131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[::M_WPDataFile]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[M_WPDataFile]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132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[::WPAbstract]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[WPAbstract]</w:t>
      </w:r>
    </w:p>
    <w:p>
      <w:pPr>
        <w:spacing w:before="61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133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[::M_WPAbstract]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[M_WPAbstract]</w:t>
      </w:r>
    </w:p>
    <w:p>
      <w:pPr>
        <w:spacing w:before="58" w:after="0" w:line="240" w:lineRule="auto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...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cut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....</w:t>
      </w:r>
    </w:p>
    <w:p>
      <w:pPr>
        <w:spacing w:before="61" w:after="0" w:line="176" w:lineRule="exact"/>
        <w:ind w:left="19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423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id: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[::M_OverrideFlWorkerEx]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[M_OverrideFlWorkerEx]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20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utpu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og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377" w:lineRule="auto"/>
        <w:ind w:left="687" w:right="51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botto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6)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0" w:lineRule="auto"/>
        <w:ind w:left="687" w:right="50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2.041pt;margin-top:102.815552pt;width:451.32pt;height:.1pt;mso-position-horizontal-relative:page;mso-position-vertical-relative:paragraph;z-index:-1467" coordorigin="1441,2056" coordsize="9026,2">
            <v:shape style="position:absolute;left:1441;top:2056;width:9026;height:2" coordorigin="1441,2056" coordsize="9026,0" path="m1441,2056l10467,2056e" filled="f" stroked="t" strokeweight=".580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contents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)</w:t>
      </w:r>
      <w:r>
        <w:rPr>
          <w:rFonts w:ascii="Arial" w:hAnsi="Arial" w:cs="Arial" w:eastAsia="Arial"/>
          <w:sz w:val="24"/>
          <w:szCs w:val="24"/>
          <w:spacing w:val="17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ument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Face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DO...OVER</w:t>
      </w:r>
      <w:r>
        <w:rPr>
          <w:rFonts w:ascii="Arial" w:hAnsi="Arial" w:cs="Arial" w:eastAsia="Arial"/>
          <w:sz w:val="24"/>
          <w:szCs w:val="24"/>
          <w:spacing w:val="3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ssue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names.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2" w:after="0" w:line="240" w:lineRule="auto"/>
        <w:ind w:left="40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envi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vailabl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60" w:lineRule="auto"/>
        <w:ind w:left="404" w:right="58" w:firstLine="-283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6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ive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utiv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olon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0"/>
        </w:rPr>
        <w:t>::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out</w:t>
      </w:r>
      <w:r>
        <w:rPr>
          <w:rFonts w:ascii="Arial" w:hAnsi="Arial" w:cs="Arial" w:eastAsia="Arial"/>
          <w:sz w:val="20"/>
          <w:szCs w:val="2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eter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befo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lin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get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ted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Hen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inition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vailabl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505" w:top="1440" w:bottom="700" w:left="1320" w:right="1320"/>
          <w:pgSz w:w="11900" w:h="16840"/>
        </w:sectPr>
      </w:pPr>
      <w:rPr/>
    </w:p>
    <w:p>
      <w:pPr>
        <w:spacing w:before="75" w:after="0" w:line="240" w:lineRule="auto"/>
        <w:ind w:left="1410"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SOMObject</w:t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right="196"/>
        <w:jc w:val="righ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Animal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righ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Dog</w:t>
      </w:r>
    </w:p>
    <w:p>
      <w:pPr>
        <w:spacing w:before="78" w:after="0" w:line="240" w:lineRule="auto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efine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attribute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methods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ailabl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subclasses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efine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attributes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na</w:t>
      </w:r>
      <w:r>
        <w:rPr>
          <w:rFonts w:ascii="Arial" w:hAnsi="Arial" w:cs="Arial" w:eastAsia="Arial"/>
          <w:sz w:val="18"/>
          <w:szCs w:val="18"/>
          <w:spacing w:val="-1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sound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genus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species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6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efine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methods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talk()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display()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efine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attributes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breed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</w:rPr>
        <w:t>color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2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erride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methods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: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  <w:position w:val="-1"/>
        </w:rPr>
        <w:t>_get_genus()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  <w:position w:val="-1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  <w:position w:val="-1"/>
        </w:rPr>
        <w:t>_get_species()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  <w:position w:val="-1"/>
        </w:rPr>
        <w:t>,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  <w:position w:val="-1"/>
        </w:rPr>
        <w:t>display()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505" w:top="1400" w:bottom="700" w:left="1320" w:right="1320"/>
          <w:pgSz w:w="11900" w:h="16840"/>
          <w:cols w:num="2" w:equalWidth="0">
            <w:col w:w="2706" w:space="1017"/>
            <w:col w:w="5537"/>
          </w:cols>
        </w:sectPr>
      </w:pPr>
      <w:rPr/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42" w:after="0" w:line="240" w:lineRule="auto"/>
        <w:ind w:right="-20"/>
        <w:jc w:val="righ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BigDog</w:t>
      </w:r>
    </w:p>
    <w:p>
      <w:pPr>
        <w:spacing w:before="45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erride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method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:</w:t>
      </w:r>
      <w:r>
        <w:rPr>
          <w:rFonts w:ascii="Arial" w:hAnsi="Arial" w:cs="Arial" w:eastAsia="Arial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1"/>
          <w:w w:val="100"/>
          <w:i/>
          <w:position w:val="-1"/>
        </w:rPr>
        <w:t>talk()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  <w:cols w:num="2" w:equalWidth="0">
            <w:col w:w="3462" w:space="261"/>
            <w:col w:w="5537"/>
          </w:cols>
        </w:sectPr>
      </w:pPr>
      <w:rPr/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174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Exa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78" w:lineRule="auto"/>
        <w:ind w:left="687" w:right="50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acces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so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)</w:t>
      </w:r>
      <w:r>
        <w:rPr>
          <w:rFonts w:ascii="Arial" w:hAnsi="Arial" w:cs="Arial" w:eastAsia="Arial"/>
          <w:sz w:val="24"/>
          <w:szCs w:val="24"/>
          <w:spacing w:val="1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esou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ces.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5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outpu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1" w:right="-20"/>
        <w:jc w:val="left"/>
        <w:tabs>
          <w:tab w:pos="96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4.1.2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erac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pplica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ions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410" w:lineRule="atLeast"/>
        <w:ind w:left="121" w:right="49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tuto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emphas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aspect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5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derived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IBM’s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animal.cmd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example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=.dog~new</w:t>
      </w:r>
    </w:p>
    <w:p>
      <w:pPr>
        <w:spacing w:before="58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"spot’s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default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</w:t>
      </w:r>
    </w:p>
    <w:p>
      <w:pPr>
        <w:spacing w:before="61" w:after="0" w:line="317" w:lineRule="auto"/>
        <w:ind w:left="174" w:right="4698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"spot’s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spot~somGetClassName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"display";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spot~display</w:t>
      </w:r>
    </w:p>
    <w:p>
      <w:pPr>
        <w:spacing w:before="2" w:after="0" w:line="317" w:lineRule="auto"/>
        <w:ind w:left="174" w:right="5952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"now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talk,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spot:";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spot~talk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</w:p>
    <w:p>
      <w:pPr>
        <w:spacing w:before="2" w:after="0" w:line="319" w:lineRule="auto"/>
        <w:ind w:left="174" w:right="2864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=.bigDog~new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Create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sadie~setup(’Sadie’,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’German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Shepard’,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’black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tan’,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’Steve’)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"sadie’s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default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</w:t>
      </w:r>
    </w:p>
    <w:p>
      <w:pPr>
        <w:spacing w:before="0" w:after="0" w:line="180" w:lineRule="exact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"sadie’s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ClassName: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sadie~somGetClassName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"display:";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sadie~display</w:t>
      </w:r>
    </w:p>
    <w:p>
      <w:pPr>
        <w:spacing w:before="58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"now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talk,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sadie:";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sadie~talk</w:t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import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Classes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Rexx*/</w:t>
      </w:r>
    </w:p>
    <w:p>
      <w:pPr>
        <w:spacing w:before="58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Public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EXTERNAL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Dog’</w:t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Public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EXTERNAL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BigDog’</w:t>
      </w:r>
    </w:p>
    <w:p>
      <w:pPr>
        <w:spacing w:before="58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setup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setup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expose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owner</w:t>
      </w:r>
    </w:p>
    <w:p>
      <w:pPr>
        <w:spacing w:before="58" w:after="0" w:line="319" w:lineRule="auto"/>
        <w:ind w:left="894" w:right="1855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breed,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color,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owner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Owner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assign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Arg....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self~_set_name(name)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attribute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self~_set_breed(breed)</w:t>
      </w:r>
    </w:p>
    <w:p>
      <w:pPr>
        <w:spacing w:before="1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</w:t>
      </w:r>
      <w:r>
        <w:rPr>
          <w:rFonts w:ascii="Courier New" w:hAnsi="Courier New" w:cs="Courier New" w:eastAsia="Courier New"/>
          <w:sz w:val="16"/>
          <w:szCs w:val="16"/>
          <w:spacing w:val="-1"/>
          <w:w w:val="100"/>
        </w:rPr>
        <w:t>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lf~_set_color(color)</w:t>
      </w:r>
    </w:p>
    <w:p>
      <w:pPr>
        <w:spacing w:before="58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self~objectName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well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attribute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values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expose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owner</w:t>
      </w:r>
    </w:p>
    <w:p>
      <w:pPr>
        <w:spacing w:before="61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&lt;’self~_get_color’&gt;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&lt;’self~_get_name’&gt;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owned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&lt;’owner’&gt;’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6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78" w:after="0" w:line="319" w:lineRule="auto"/>
        <w:ind w:left="194" w:right="6531"/>
        <w:jc w:val="left"/>
        <w:tabs>
          <w:tab w:pos="22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default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ClassName: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</w:t>
      </w:r>
    </w:p>
    <w:p>
      <w:pPr>
        <w:spacing w:before="1" w:after="0" w:line="240" w:lineRule="auto"/>
        <w:ind w:left="1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animal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(Genus: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Canis,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Species: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Familiaris)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says:</w:t>
      </w:r>
    </w:p>
    <w:p>
      <w:pPr>
        <w:spacing w:before="58" w:after="0" w:line="240" w:lineRule="auto"/>
        <w:ind w:left="938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&lt;Unknown&gt;</w:t>
      </w:r>
    </w:p>
    <w:p>
      <w:pPr>
        <w:spacing w:before="61" w:after="0" w:line="317" w:lineRule="auto"/>
        <w:ind w:left="194" w:right="5952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It’s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breed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its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color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talk,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spot:</w:t>
      </w:r>
    </w:p>
    <w:p>
      <w:pPr>
        <w:spacing w:before="2" w:after="0" w:line="240" w:lineRule="auto"/>
        <w:ind w:left="938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&lt;Unknown&gt;</w:t>
      </w:r>
    </w:p>
    <w:p>
      <w:pPr>
        <w:spacing w:before="58" w:after="0" w:line="319" w:lineRule="auto"/>
        <w:ind w:left="194" w:right="6338"/>
        <w:jc w:val="left"/>
        <w:tabs>
          <w:tab w:pos="23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default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name: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sadie’s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ClassName: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display:</w:t>
      </w:r>
    </w:p>
    <w:p>
      <w:pPr>
        <w:spacing w:before="1" w:after="0" w:line="240" w:lineRule="auto"/>
        <w:ind w:left="1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&lt;black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tan&gt;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&lt;Sadie&gt;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owned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&lt;Steve&gt;</w:t>
      </w:r>
    </w:p>
    <w:p>
      <w:pPr>
        <w:spacing w:before="58" w:after="0" w:line="319" w:lineRule="auto"/>
        <w:ind w:left="964" w:right="7399" w:firstLine="-771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talk,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sadie: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1" w:lineRule="exact"/>
        <w:ind w:left="134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utpu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og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359" w:lineRule="auto"/>
        <w:ind w:left="141" w:right="49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ility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tly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ritt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98" w:after="0" w:line="410" w:lineRule="atLeast"/>
        <w:ind w:left="141" w:right="53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autho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5" w:after="0" w:line="317" w:lineRule="auto"/>
        <w:ind w:left="539" w:right="6571" w:firstLine="-36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#include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"animal.idl"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interface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Animal</w:t>
      </w:r>
    </w:p>
    <w:p>
      <w:pPr>
        <w:spacing w:before="2" w:after="0" w:line="176" w:lineRule="exact"/>
        <w:ind w:left="53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{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4" w:after="0" w:line="240" w:lineRule="auto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attribute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breed;</w:t>
      </w:r>
    </w:p>
    <w:p>
      <w:pPr>
        <w:spacing w:before="61" w:after="0" w:line="317" w:lineRule="auto"/>
        <w:ind w:left="899" w:right="5922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breed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attribute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color;</w:t>
      </w:r>
    </w:p>
    <w:p>
      <w:pPr>
        <w:spacing w:before="2" w:after="0" w:line="240" w:lineRule="auto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color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Dog.</w:t>
      </w:r>
    </w:p>
    <w:p>
      <w:pPr>
        <w:spacing w:before="58" w:after="0" w:line="240" w:lineRule="auto"/>
        <w:ind w:left="179" w:right="-20"/>
        <w:jc w:val="left"/>
        <w:tabs>
          <w:tab w:pos="18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</w:rPr>
        <w:t>#ifdef</w:t>
      </w:r>
      <w:r>
        <w:rPr>
          <w:rFonts w:ascii="Courier New" w:hAnsi="Courier New" w:cs="Courier New" w:eastAsia="Courier New"/>
          <w:sz w:val="16"/>
          <w:szCs w:val="16"/>
        </w:rPr>
        <w:t> 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  <w:t>  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</w:r>
      <w:r>
        <w:rPr>
          <w:rFonts w:ascii="Courier New" w:hAnsi="Courier New" w:cs="Courier New" w:eastAsia="Courier New"/>
          <w:sz w:val="16"/>
          <w:szCs w:val="16"/>
        </w:rPr>
      </w:r>
      <w:r>
        <w:rPr>
          <w:rFonts w:ascii="Courier New" w:hAnsi="Courier New" w:cs="Courier New" w:eastAsia="Courier New"/>
          <w:sz w:val="16"/>
          <w:szCs w:val="16"/>
        </w:rPr>
        <w:t>SOMIDL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  <w:t> 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  <w:tab/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</w:r>
      <w:r>
        <w:rPr>
          <w:rFonts w:ascii="Courier New" w:hAnsi="Courier New" w:cs="Courier New" w:eastAsia="Courier New"/>
          <w:sz w:val="16"/>
          <w:szCs w:val="16"/>
        </w:rPr>
      </w:r>
    </w:p>
    <w:p>
      <w:pPr>
        <w:spacing w:before="61" w:after="0" w:line="240" w:lineRule="auto"/>
        <w:ind w:left="53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implementation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{</w:t>
      </w:r>
    </w:p>
    <w:p>
      <w:pPr>
        <w:spacing w:before="58" w:after="0" w:line="240" w:lineRule="auto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releaseorder: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_get_breed,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_set_breed,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_get_color,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_set_color;</w:t>
      </w:r>
    </w:p>
    <w:p>
      <w:pPr>
        <w:spacing w:before="61" w:after="0" w:line="319" w:lineRule="auto"/>
        <w:ind w:left="899" w:right="6211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//#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Modifiers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functionprefix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dog_;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callstyle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oidl;</w:t>
      </w:r>
    </w:p>
    <w:p>
      <w:pPr>
        <w:spacing w:before="0" w:after="0" w:line="180" w:lineRule="exact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dllname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"animals.dll";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317" w:lineRule="auto"/>
        <w:ind w:left="899" w:right="6115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//#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Attribute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Modifiers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breed: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noset;</w:t>
      </w:r>
    </w:p>
    <w:p>
      <w:pPr>
        <w:spacing w:before="2" w:after="0" w:line="240" w:lineRule="auto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color: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noset;</w:t>
      </w:r>
    </w:p>
    <w:p>
      <w:pPr>
        <w:spacing w:before="58" w:after="0" w:line="240" w:lineRule="auto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//#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Modifiers</w:t>
      </w:r>
    </w:p>
    <w:p>
      <w:pPr>
        <w:spacing w:before="61" w:after="0" w:line="240" w:lineRule="auto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_get_genus: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override;</w:t>
      </w:r>
    </w:p>
    <w:p>
      <w:pPr>
        <w:spacing w:before="58" w:after="0" w:line="319" w:lineRule="auto"/>
        <w:ind w:left="899" w:right="6115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_get_species: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override;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override;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somInit: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override;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somUninit: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override;</w:t>
      </w:r>
    </w:p>
    <w:p>
      <w:pPr>
        <w:spacing w:before="0" w:after="0" w:line="174" w:lineRule="exact"/>
        <w:ind w:left="89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somDumpSelfInt: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override;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6" w:after="0" w:line="240" w:lineRule="auto"/>
        <w:ind w:left="53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};</w:t>
      </w:r>
    </w:p>
    <w:p>
      <w:pPr>
        <w:spacing w:before="58" w:after="0" w:line="240" w:lineRule="auto"/>
        <w:ind w:left="17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#endif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  <w:u w:val="single" w:color="0000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</w:rPr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SOMIDL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  <w:u w:val="single" w:color="0000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*/};</w:t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10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IDL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ile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Subc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505" w:top="1260" w:bottom="700" w:left="1300" w:right="1320"/>
          <w:pgSz w:w="11900" w:h="16840"/>
        </w:sectPr>
      </w:pPr>
      <w:rPr/>
    </w:p>
    <w:p>
      <w:pPr>
        <w:spacing w:before="78" w:after="0" w:line="320" w:lineRule="auto"/>
        <w:ind w:left="585" w:right="6525" w:firstLine="-36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#include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"dog.idl"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interface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Dog</w:t>
      </w:r>
    </w:p>
    <w:p>
      <w:pPr>
        <w:spacing w:before="0" w:after="0" w:line="179" w:lineRule="exact"/>
        <w:ind w:left="58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{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240" w:lineRule="auto"/>
        <w:ind w:left="225" w:right="-20"/>
        <w:jc w:val="left"/>
        <w:tabs>
          <w:tab w:pos="18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</w:rPr>
        <w:t>#ifdef</w:t>
      </w:r>
      <w:r>
        <w:rPr>
          <w:rFonts w:ascii="Courier New" w:hAnsi="Courier New" w:cs="Courier New" w:eastAsia="Courier New"/>
          <w:sz w:val="16"/>
          <w:szCs w:val="16"/>
        </w:rPr>
        <w:t> 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  <w:t>  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</w:r>
      <w:r>
        <w:rPr>
          <w:rFonts w:ascii="Courier New" w:hAnsi="Courier New" w:cs="Courier New" w:eastAsia="Courier New"/>
          <w:sz w:val="16"/>
          <w:szCs w:val="16"/>
        </w:rPr>
      </w:r>
      <w:r>
        <w:rPr>
          <w:rFonts w:ascii="Courier New" w:hAnsi="Courier New" w:cs="Courier New" w:eastAsia="Courier New"/>
          <w:sz w:val="16"/>
          <w:szCs w:val="16"/>
        </w:rPr>
        <w:t>SOMIDL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  <w:t> </w:t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  <w:tab/>
      </w:r>
      <w:r>
        <w:rPr>
          <w:rFonts w:ascii="Courier New" w:hAnsi="Courier New" w:cs="Courier New" w:eastAsia="Courier New"/>
          <w:sz w:val="16"/>
          <w:szCs w:val="16"/>
          <w:u w:val="single" w:color="000000"/>
        </w:rPr>
      </w:r>
      <w:r>
        <w:rPr>
          <w:rFonts w:ascii="Courier New" w:hAnsi="Courier New" w:cs="Courier New" w:eastAsia="Courier New"/>
          <w:sz w:val="16"/>
          <w:szCs w:val="16"/>
        </w:rPr>
      </w:r>
    </w:p>
    <w:p>
      <w:pPr>
        <w:spacing w:before="58" w:after="0" w:line="240" w:lineRule="auto"/>
        <w:ind w:left="94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implementation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{</w:t>
      </w:r>
    </w:p>
    <w:p>
      <w:pPr>
        <w:spacing w:before="61" w:after="0" w:line="319" w:lineRule="auto"/>
        <w:ind w:left="1665" w:right="5156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//#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Modifiers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functionprefix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bigdog_;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callstyle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oidl;</w:t>
      </w:r>
    </w:p>
    <w:p>
      <w:pPr>
        <w:spacing w:before="0" w:after="0" w:line="175" w:lineRule="exact"/>
        <w:ind w:left="166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dllname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"animals.dll";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5" w:after="0" w:line="327" w:lineRule="auto"/>
        <w:ind w:left="1665" w:right="5638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//#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Modifiers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talk: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override;</w:t>
      </w:r>
    </w:p>
    <w:p>
      <w:pPr>
        <w:spacing w:before="0" w:after="0" w:line="171" w:lineRule="exact"/>
        <w:ind w:left="58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};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4" w:after="0" w:line="176" w:lineRule="exact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#endif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  <w:u w:val="single" w:color="0000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  <w:position w:val="1"/>
        </w:rPr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SOMIDL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  <w:u w:val="single" w:color="0000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*/};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71" w:lineRule="exact"/>
        <w:ind w:left="179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11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Subc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5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</w:p>
    <w:p>
      <w:pPr>
        <w:spacing w:before="58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file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generated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Compiler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Emitter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Framework.</w:t>
      </w:r>
    </w:p>
    <w:p>
      <w:pPr>
        <w:spacing w:before="61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Generated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using:</w:t>
      </w:r>
    </w:p>
    <w:p>
      <w:pPr>
        <w:spacing w:before="58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Emitter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emitctm: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2.7</w:t>
      </w:r>
    </w:p>
    <w:p>
      <w:pPr>
        <w:spacing w:before="61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#define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BigDog_Class_Source</w:t>
      </w:r>
    </w:p>
    <w:p>
      <w:pPr>
        <w:spacing w:before="61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#include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&lt;bdog.ih&gt;</w:t>
      </w:r>
    </w:p>
    <w:p>
      <w:pPr>
        <w:spacing w:before="58" w:after="0" w:line="240" w:lineRule="auto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SOM_Scope</w:t>
      </w:r>
      <w:r>
        <w:rPr>
          <w:rFonts w:ascii="Courier New" w:hAnsi="Courier New" w:cs="Courier New" w:eastAsia="Courier New"/>
          <w:sz w:val="16"/>
          <w:szCs w:val="16"/>
          <w:spacing w:val="-4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void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SOMLINK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bigdog_talk(BigDog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*somSelf)</w:t>
      </w:r>
    </w:p>
    <w:p>
      <w:pPr>
        <w:spacing w:before="61" w:after="0" w:line="176" w:lineRule="exact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{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4" w:after="0" w:line="240" w:lineRule="auto"/>
        <w:ind w:left="58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BigDogData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*somThis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BigDogGetData(somSelf);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2" w:after="0" w:line="240" w:lineRule="atLeast"/>
        <w:ind w:left="585" w:right="4596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sound;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BigDogMethodDebug("BigDog","bigdog_talk");</w:t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45" w:after="0" w:line="318" w:lineRule="auto"/>
        <w:ind w:left="585" w:right="6140"/>
        <w:jc w:val="both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somPrintf("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);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somPrintf("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);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somPrintf("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);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somPrintf("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);</w:t>
      </w:r>
    </w:p>
    <w:p>
      <w:pPr>
        <w:spacing w:before="1" w:after="0" w:line="240" w:lineRule="auto"/>
        <w:ind w:left="585" w:right="4692"/>
        <w:jc w:val="both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\(sound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Animal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  <w:u w:val="single" w:color="0000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96"/>
          <w:w w:val="100"/>
        </w:rPr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get_sound(somSelf\))</w:t>
      </w:r>
    </w:p>
    <w:p>
      <w:pPr>
        <w:spacing w:before="58" w:after="0" w:line="240" w:lineRule="auto"/>
        <w:ind w:left="585" w:right="4599"/>
        <w:jc w:val="both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somPrintf("(and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sometimes: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%s)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sound);</w:t>
      </w:r>
    </w:p>
    <w:p>
      <w:pPr>
        <w:spacing w:before="61" w:after="0" w:line="176" w:lineRule="exact"/>
        <w:ind w:left="22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}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71" w:lineRule="exact"/>
        <w:ind w:left="10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12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entat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62" w:lineRule="auto"/>
        <w:ind w:left="14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ilt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“Bi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lf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l.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4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“Bi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“Bi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accesses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OM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5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doe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outpu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505" w:top="1440" w:bottom="700" w:left="1300" w:right="1320"/>
          <w:pgSz w:w="11900" w:h="16840"/>
        </w:sectPr>
      </w:pPr>
      <w:rPr/>
    </w:p>
    <w:p>
      <w:pPr>
        <w:spacing w:before="79" w:after="0" w:line="361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Fo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necessa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Ani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28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3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DL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talk()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ssu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nstance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tal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1" w:right="5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21" w:right="263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outpu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92" w:lineRule="auto"/>
        <w:ind w:left="687" w:right="52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4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nstance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&lt;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unknown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&gt;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tal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73" w:lineRule="auto"/>
        <w:ind w:left="687" w:right="51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ay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nstance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6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talk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become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automat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271" w:lineRule="exact"/>
        <w:ind w:left="121" w:right="1673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pose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8"/>
        </w:rPr>
        <w:t>7)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356" w:lineRule="auto"/>
        <w:ind w:left="404" w:right="57" w:firstLine="-283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41pt;margin-top:-2.310524pt;width:451.32pt;height:.1pt;mso-position-horizontal-relative:page;mso-position-vertical-relative:paragraph;z-index:-1466" coordorigin="1441,-46" coordsize="9026,2">
            <v:shape style="position:absolute;left:1441;top:-46;width:9026;height:2" coordorigin="1441,-46" coordsize="9026,0" path="m1441,-46l10467,-46e" filled="f" stroked="t" strokeweight=".5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7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ple,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tionality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plo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indo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IBM’s</w:t>
      </w:r>
      <w:r>
        <w:rPr>
          <w:rFonts w:ascii="Arial" w:hAnsi="Arial" w:cs="Arial" w:eastAsia="Arial"/>
          <w:sz w:val="20"/>
          <w:szCs w:val="2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uppo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LE/A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tive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Auto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ation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ade</w:t>
      </w:r>
      <w:r>
        <w:rPr>
          <w:rFonts w:ascii="Arial" w:hAnsi="Arial" w:cs="Arial" w:eastAsia="Arial"/>
          <w:sz w:val="20"/>
          <w:szCs w:val="20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available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ia</w:t>
      </w:r>
      <w:r>
        <w:rPr>
          <w:rFonts w:ascii="Arial" w:hAnsi="Arial" w:cs="Arial" w:eastAsia="Arial"/>
          <w:sz w:val="20"/>
          <w:szCs w:val="2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[...???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epage].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If</w:t>
      </w:r>
      <w:r>
        <w:rPr>
          <w:rFonts w:ascii="Arial" w:hAnsi="Arial" w:cs="Arial" w:eastAsia="Arial"/>
          <w:sz w:val="20"/>
          <w:szCs w:val="20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IBM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anages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available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indo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ipting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t”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H)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[...???...]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able</w:t>
      </w:r>
      <w:r>
        <w:rPr>
          <w:rFonts w:ascii="Arial" w:hAnsi="Arial" w:cs="Arial" w:eastAsia="Arial"/>
          <w:sz w:val="20"/>
          <w:szCs w:val="2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tionality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D/C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is</w:t>
      </w:r>
      <w:r>
        <w:rPr>
          <w:rFonts w:ascii="Arial" w:hAnsi="Arial" w:cs="Arial" w:eastAsia="Arial"/>
          <w:sz w:val="20"/>
          <w:szCs w:val="20"/>
          <w:spacing w:val="2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ade</w:t>
      </w:r>
      <w:r>
        <w:rPr>
          <w:rFonts w:ascii="Arial" w:hAnsi="Arial" w:cs="Arial" w:eastAsia="Arial"/>
          <w:sz w:val="20"/>
          <w:szCs w:val="20"/>
          <w:spacing w:val="2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available</w:t>
      </w:r>
      <w:r>
        <w:rPr>
          <w:rFonts w:ascii="Arial" w:hAnsi="Arial" w:cs="Arial" w:eastAsia="Arial"/>
          <w:sz w:val="20"/>
          <w:szCs w:val="20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under</w:t>
      </w:r>
      <w:r>
        <w:rPr>
          <w:rFonts w:ascii="Arial" w:hAnsi="Arial" w:cs="Arial" w:eastAsia="Arial"/>
          <w:sz w:val="20"/>
          <w:szCs w:val="20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indo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ope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ating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t,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ble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ol/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ipt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eve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indo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appli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ations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even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allo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tive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etations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unti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e.g.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plo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ng/debugging</w:t>
      </w:r>
      <w:r>
        <w:rPr>
          <w:rFonts w:ascii="Arial" w:hAnsi="Arial" w:cs="Arial" w:eastAsia="Arial"/>
          <w:sz w:val="20"/>
          <w:szCs w:val="20"/>
          <w:spacing w:val="-1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D/C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envi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505" w:top="1360" w:bottom="700" w:left="1320" w:right="1320"/>
          <w:pgSz w:w="11900" w:h="16840"/>
        </w:sectPr>
      </w:pPr>
      <w:rPr/>
    </w:p>
    <w:p>
      <w:pPr>
        <w:spacing w:before="67" w:after="0" w:line="240" w:lineRule="auto"/>
        <w:ind w:left="121" w:right="3112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4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28"/>
          <w:szCs w:val="28"/>
          <w:spacing w:val="6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Th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Bu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t-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Rex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x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WP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uppo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21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utmos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comp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ehens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92" w:lineRule="auto"/>
        <w:ind w:left="687" w:right="52" w:firstLine="-566"/>
        <w:jc w:val="left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andato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\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os2\wps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nst.c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+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92" w:lineRule="auto"/>
        <w:ind w:left="687" w:right="49" w:firstLine="-566"/>
        <w:jc w:val="left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\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os2\wpconst.c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\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os2\wpsysob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.c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-4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60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\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os2\wpf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nd.c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demonst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ethods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sub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.nil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ound.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necessa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stud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become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lf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\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wpuse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.c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505" w:top="1380" w:bottom="700" w:left="1320" w:right="1320"/>
          <w:pgSz w:w="11900" w:h="16840"/>
        </w:sectPr>
      </w:pPr>
      <w:rPr/>
    </w:p>
    <w:p>
      <w:pPr>
        <w:spacing w:before="90" w:after="0" w:line="240" w:lineRule="auto"/>
        <w:ind w:left="140" w:right="3340"/>
        <w:jc w:val="center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Find: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procedure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edited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extract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"\os2\wpfind.cmd"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</w:t>
      </w:r>
    </w:p>
    <w:p>
      <w:pPr>
        <w:spacing w:before="61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’Searching’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folder~wpQueryTitle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"’title’"’</w:t>
      </w:r>
    </w:p>
    <w:p>
      <w:pPr>
        <w:spacing w:before="58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populate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objects,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folders.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folder~wpPopulate(0,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folder~wpQueryTitle,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.false)</w:t>
      </w:r>
    </w:p>
    <w:p>
      <w:pPr>
        <w:spacing w:before="58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\result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error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calling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wpPopulate?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’Populate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error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for’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folder~wpQueryTitle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yes,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report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error.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176" w:lineRule="exact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.nil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505" w:top="1400" w:bottom="700" w:left="1320" w:right="1320"/>
          <w:pgSz w:w="11900" w:h="16840"/>
        </w:sectPr>
      </w:pPr>
      <w:rPr/>
    </w:p>
    <w:p>
      <w:pPr>
        <w:spacing w:before="66" w:after="0" w:line="240" w:lineRule="auto"/>
        <w:ind w:left="534" w:right="-64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76" w:lineRule="exact"/>
        <w:ind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1st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item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in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  <w:cols w:num="2" w:equalWidth="0">
            <w:col w:w="824" w:space="70"/>
            <w:col w:w="8366"/>
          </w:cols>
        </w:sectPr>
      </w:pPr>
      <w:rPr/>
    </w:p>
    <w:p>
      <w:pPr>
        <w:spacing w:before="66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folder~wpQueryContent(folder,0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/*QC_FIRST*/)</w:t>
      </w:r>
    </w:p>
    <w:p>
      <w:pPr>
        <w:spacing w:before="58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last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item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last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folder~wpQueryContent(folder,2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/*QC_LAST*/)</w:t>
      </w:r>
    </w:p>
    <w:p>
      <w:pPr>
        <w:spacing w:before="58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start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while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\=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.nil</w:t>
      </w:r>
    </w:p>
    <w:p>
      <w:pPr>
        <w:spacing w:before="58" w:after="0" w:line="240" w:lineRule="auto"/>
        <w:ind w:left="89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this~wpQueryTitle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found!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2" w:after="0" w:line="240" w:lineRule="atLeast"/>
        <w:ind w:left="894" w:right="7933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else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76" w:lineRule="exact"/>
        <w:ind w:left="534" w:right="-64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64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</w:p>
    <w:p>
      <w:pPr>
        <w:spacing w:before="61" w:after="0" w:line="240" w:lineRule="auto"/>
        <w:ind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prev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keep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reference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prev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last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nope,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list?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688" w:right="3594"/>
        <w:jc w:val="center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.nil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indicate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else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otherwise,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next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item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72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folder~wpQueryContent(this,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/*QC_NEXT*/)</w:t>
      </w:r>
    </w:p>
    <w:p>
      <w:pPr>
        <w:spacing w:before="58" w:after="0" w:line="240" w:lineRule="auto"/>
        <w:ind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prev~wpUnLockObject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unlock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previous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  <w:cols w:num="3" w:equalWidth="0">
            <w:col w:w="824" w:space="70"/>
            <w:col w:w="290" w:space="430"/>
            <w:col w:w="7646"/>
          </w:cols>
        </w:sectPr>
      </w:pPr>
      <w:rPr/>
    </w:p>
    <w:p>
      <w:pPr>
        <w:spacing w:before="66" w:after="0" w:line="176" w:lineRule="exact"/>
        <w:ind w:left="53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.nil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not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found.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nil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29" w:after="0" w:line="271" w:lineRule="exact"/>
        <w:ind w:left="174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13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ocedu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\os2\wpf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nd.c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21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chapte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71" w:lineRule="exact"/>
        <w:ind w:left="121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asses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8"/>
        </w:rPr>
        <w:t>8)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2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41pt;margin-top:-2.310519pt;width:451.32pt;height:.1pt;mso-position-horizontal-relative:page;mso-position-vertical-relative:paragraph;z-index:-1465" coordorigin="1441,-46" coordsize="9026,2">
            <v:shape style="position:absolute;left:1441;top:-46;width:9026;height:2" coordorigin="1441,-46" coordsize="9026,0" path="m1441,-46l10467,-46e" filled="f" stroked="t" strokeweight=".5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8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pla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hel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olde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thi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goe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0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p.lang.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-2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hief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develope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adapted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little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bit.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1400" w:bottom="700" w:left="1320" w:right="1320"/>
        </w:sectPr>
      </w:pPr>
      <w:rPr/>
    </w:p>
    <w:p>
      <w:pPr>
        <w:spacing w:before="66" w:after="0" w:line="240" w:lineRule="auto"/>
        <w:ind w:left="121" w:right="274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4.2.1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  </w:t>
      </w:r>
      <w:r>
        <w:rPr>
          <w:rFonts w:ascii="Arial" w:hAnsi="Arial" w:cs="Arial" w:eastAsia="Arial"/>
          <w:sz w:val="24"/>
          <w:szCs w:val="24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ass</w:t>
      </w:r>
      <w:r>
        <w:rPr>
          <w:rFonts w:ascii="Arial" w:hAnsi="Arial" w:cs="Arial" w:eastAsia="Arial"/>
          <w:sz w:val="24"/>
          <w:szCs w:val="24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ord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WPS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Folder: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quiremen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stud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45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clas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possibilitie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class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1" w:right="268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emented: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92" w:lineRule="auto"/>
        <w:ind w:left="687" w:right="51" w:firstLine="-566"/>
        <w:jc w:val="left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authent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acces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ontent,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92" w:lineRule="auto"/>
        <w:ind w:left="687" w:right="52" w:firstLine="-566"/>
        <w:jc w:val="left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schem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92" w:lineRule="auto"/>
        <w:ind w:left="687" w:right="51" w:firstLine="-566"/>
        <w:jc w:val="left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61" w:lineRule="auto"/>
        <w:ind w:left="121" w:right="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become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doub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wpOpen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momen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</w:p>
    <w:p>
      <w:pPr>
        <w:spacing w:before="3" w:after="0" w:line="271" w:lineRule="exact"/>
        <w:ind w:left="121" w:right="2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supp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ess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cu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essa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upe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5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source: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Rick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McGuire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(appr.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1996/1997),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adapted: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2000-03-04;</w:t>
      </w:r>
    </w:p>
    <w:p>
      <w:pPr>
        <w:spacing w:before="58" w:after="0" w:line="240" w:lineRule="auto"/>
        <w:ind w:left="463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---rgf,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wuw;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(using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VREXX.ZIP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changing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WPDLF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DLF-data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type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classes)</w:t>
      </w:r>
    </w:p>
    <w:p>
      <w:pPr>
        <w:spacing w:before="61" w:after="0" w:line="176" w:lineRule="exact"/>
        <w:ind w:left="752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using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VREXX.ZIP,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ews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from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Steve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Lamb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(IBM)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4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RxFuncAdd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'VInit',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'VREXX',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'VINIT'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74" w:right="-20"/>
        <w:jc w:val="left"/>
        <w:tabs>
          <w:tab w:pos="32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Vinit()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"ERROR"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error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loading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VRexx-functions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176" w:lineRule="exact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4" w:after="0" w:line="240" w:lineRule="auto"/>
        <w:ind w:left="463" w:right="-20"/>
        <w:jc w:val="left"/>
        <w:tabs>
          <w:tab w:pos="32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VExit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clean-up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463" w:right="-20"/>
        <w:jc w:val="left"/>
        <w:tabs>
          <w:tab w:pos="4800" w:val="left"/>
          <w:tab w:pos="71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raise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syntax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40.1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array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("VREXX.Vinit()")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abort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program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</w:p>
    <w:p>
      <w:pPr>
        <w:spacing w:before="61" w:after="0" w:line="240" w:lineRule="auto"/>
        <w:ind w:left="174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.local~lock_icon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STREAM(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"REXX.ICO",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"C",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"QUERY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EXISTS")</w:t>
      </w:r>
    </w:p>
    <w:p>
      <w:pPr>
        <w:spacing w:before="58" w:after="0" w:line="240" w:lineRule="auto"/>
        <w:ind w:left="174" w:right="-20"/>
        <w:jc w:val="left"/>
        <w:tabs>
          <w:tab w:pos="48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.environment~WPLockFolder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.WPLockFolder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make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available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74" w:right="-20"/>
        <w:jc w:val="left"/>
        <w:tabs>
          <w:tab w:pos="32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::REQUIRES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DLFClass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needs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support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INOUT/OUT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datatypes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14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Load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unct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Packag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EXX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505" w:top="1380" w:bottom="700" w:left="1320" w:right="1320"/>
          <w:pgSz w:w="11900" w:h="16840"/>
        </w:sectPr>
      </w:pPr>
      <w:rPr/>
    </w:p>
    <w:p>
      <w:pPr>
        <w:spacing w:before="75" w:after="0" w:line="240" w:lineRule="auto"/>
        <w:ind w:left="21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WPLockFolder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SUBCLASS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INHERIT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VXPWPrompts</w:t>
      </w:r>
    </w:p>
    <w:p>
      <w:pPr>
        <w:spacing w:before="58" w:after="0" w:line="240" w:lineRule="auto"/>
        <w:ind w:left="316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wpclsQueryTitle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</w:t>
      </w:r>
    </w:p>
    <w:p>
      <w:pPr>
        <w:spacing w:before="61" w:after="0" w:line="240" w:lineRule="auto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'LockFolder'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7" w:lineRule="auto"/>
        <w:ind w:left="509" w:right="7257" w:firstLine="-193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init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expose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</w:p>
    <w:p>
      <w:pPr>
        <w:spacing w:before="2" w:after="0" w:line="240" w:lineRule="auto"/>
        <w:ind w:left="509" w:right="-20"/>
        <w:jc w:val="left"/>
        <w:tabs>
          <w:tab w:pos="25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self~init:super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superclass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initialize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991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Create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allow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.smpPwChange~new('Change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'ICONFILE='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||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.lock_icon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||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';',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1)</w:t>
      </w:r>
    </w:p>
    <w:p>
      <w:pPr>
        <w:spacing w:before="58" w:after="0" w:line="240" w:lineRule="auto"/>
        <w:ind w:left="509" w:right="-20"/>
        <w:jc w:val="left"/>
        <w:tabs>
          <w:tab w:pos="33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\var('PASSWORD')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initialized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SetupString?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798" w:right="-20"/>
        <w:jc w:val="left"/>
        <w:tabs>
          <w:tab w:pos="25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''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Nope,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give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default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''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7" w:lineRule="auto"/>
        <w:ind w:left="412" w:right="7353" w:firstLine="-193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wpOpen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expose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</w:p>
    <w:p>
      <w:pPr>
        <w:spacing w:before="2" w:after="0" w:line="240" w:lineRule="auto"/>
        <w:ind w:left="412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handleContainer,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view,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params</w:t>
      </w:r>
    </w:p>
    <w:p>
      <w:pPr>
        <w:spacing w:before="58" w:after="0" w:line="240" w:lineRule="auto"/>
        <w:ind w:left="412" w:right="-20"/>
        <w:jc w:val="left"/>
        <w:tabs>
          <w:tab w:pos="33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''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set?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702" w:right="-20"/>
        <w:jc w:val="left"/>
        <w:tabs>
          <w:tab w:pos="638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self~wpOpen:super(handleContainer,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view,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params)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ahead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open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this*/</w:t>
      </w:r>
    </w:p>
    <w:p>
      <w:pPr>
        <w:spacing w:before="58" w:after="0" w:line="240" w:lineRule="auto"/>
        <w:ind w:left="991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412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enterpw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self~ask4Password('Locked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'Enter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Password')</w:t>
      </w:r>
    </w:p>
    <w:p>
      <w:pPr>
        <w:spacing w:before="58" w:after="0" w:line="240" w:lineRule="auto"/>
        <w:ind w:left="412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enterPw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correct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entered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991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/*Yup,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forward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Open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320" w:lineRule="auto"/>
        <w:ind w:left="412" w:right="3205" w:firstLine="289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self~wpOpen:super(handleContainer,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view,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params)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</w:p>
    <w:p>
      <w:pPr>
        <w:spacing w:before="0" w:after="0" w:line="179" w:lineRule="exact"/>
        <w:ind w:left="412" w:right="-20"/>
        <w:jc w:val="left"/>
        <w:tabs>
          <w:tab w:pos="17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else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Do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Incorrect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entered.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319" w:lineRule="auto"/>
        <w:ind w:left="702" w:right="1565"/>
        <w:jc w:val="left"/>
        <w:tabs>
          <w:tab w:pos="25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reply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.false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failure,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guard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off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error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user.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self~displayError('LockFolder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Error!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[should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"'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||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||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"]"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)</w:t>
      </w:r>
    </w:p>
    <w:p>
      <w:pPr>
        <w:spacing w:before="0" w:after="0" w:line="180" w:lineRule="exact"/>
        <w:ind w:left="412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71" w:lineRule="exact"/>
        <w:ind w:left="25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16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PLockFo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ith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ethod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pOpen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5" w:after="0" w:line="240" w:lineRule="auto"/>
        <w:ind w:left="21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wpSetup</w:t>
      </w:r>
    </w:p>
    <w:p>
      <w:pPr>
        <w:spacing w:before="61" w:after="0" w:line="317" w:lineRule="auto"/>
        <w:ind w:left="509" w:right="6871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setupString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maxLength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64</w:t>
      </w:r>
    </w:p>
    <w:p>
      <w:pPr>
        <w:spacing w:before="2" w:after="0" w:line="240" w:lineRule="auto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strLength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.DLFULong~new(maxLength)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allow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64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char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991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INOUT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parm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.DLFString~new~~_set_maxSize(maxLength)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91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setup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320" w:lineRule="auto"/>
        <w:ind w:left="798" w:right="1854" w:firstLine="-289"/>
        <w:jc w:val="left"/>
        <w:tabs>
          <w:tab w:pos="4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self~wpScanSetupString(setupString,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'PASSWORD',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strLength)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str~asString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Yup,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09" w:right="-20"/>
        <w:jc w:val="left"/>
        <w:tabs>
          <w:tab w:pos="484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self~wpSetup:super(setupString)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Superclass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remainder.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82" w:right="1269"/>
        <w:jc w:val="center"/>
        <w:tabs>
          <w:tab w:pos="404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scrollTitle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unguarded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unguarded,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want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run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concurrently*/</w:t>
      </w:r>
    </w:p>
    <w:p>
      <w:pPr>
        <w:spacing w:before="58" w:after="0" w:line="240" w:lineRule="auto"/>
        <w:ind w:left="509" w:right="-20"/>
        <w:jc w:val="left"/>
        <w:tabs>
          <w:tab w:pos="4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self~wpQueryTitle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current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509" w:right="-20"/>
        <w:jc w:val="left"/>
        <w:tabs>
          <w:tab w:pos="17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2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scroll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twice.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798" w:right="-20"/>
        <w:jc w:val="left"/>
        <w:tabs>
          <w:tab w:pos="4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title~length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length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1088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self~wpSetTitle(right(left(title,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i),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title~length))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titlechars*/</w:t>
      </w:r>
    </w:p>
    <w:p>
      <w:pPr>
        <w:spacing w:before="58" w:after="0" w:line="240" w:lineRule="auto"/>
        <w:ind w:left="798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</w:p>
    <w:p>
      <w:pPr>
        <w:spacing w:before="61" w:after="0" w:line="176" w:lineRule="exact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219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17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ethod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pSetup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llTitl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21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505" w:top="1400" w:bottom="700" w:left="1320" w:right="1320"/>
          <w:pgSz w:w="11900" w:h="16840"/>
        </w:sectPr>
      </w:pPr>
      <w:rPr/>
    </w:p>
    <w:p>
      <w:pPr>
        <w:spacing w:before="84" w:after="0" w:line="240" w:lineRule="auto"/>
        <w:ind w:left="13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VXPWPrompts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mixinclass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</w:p>
    <w:p>
      <w:pPr>
        <w:spacing w:before="61" w:after="0" w:line="240" w:lineRule="auto"/>
        <w:ind w:left="227" w:right="-20"/>
        <w:jc w:val="left"/>
        <w:tabs>
          <w:tab w:pos="32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ask4Password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2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title,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prompt</w:t>
      </w:r>
    </w:p>
    <w:p>
      <w:pPr>
        <w:spacing w:before="61" w:after="0" w:line="240" w:lineRule="auto"/>
        <w:ind w:left="420" w:right="-20"/>
        <w:jc w:val="left"/>
        <w:tabs>
          <w:tab w:pos="244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buttons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1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3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"OK"-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"CANCEL"-buttons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20" w:right="-20"/>
        <w:jc w:val="left"/>
        <w:tabs>
          <w:tab w:pos="398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prompt.0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1;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prompt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42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arg(2,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"E")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prompt.1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prompt</w:t>
      </w:r>
    </w:p>
    <w:p>
      <w:pPr>
        <w:spacing w:before="58" w:after="0" w:line="240" w:lineRule="auto"/>
        <w:ind w:left="1835" w:right="4832"/>
        <w:jc w:val="center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else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prompt.1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'Password'</w:t>
      </w:r>
    </w:p>
    <w:p>
      <w:pPr>
        <w:spacing w:before="61" w:after="0" w:line="240" w:lineRule="auto"/>
        <w:ind w:left="420" w:right="-20"/>
        <w:jc w:val="left"/>
        <w:tabs>
          <w:tab w:pos="398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width.0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1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width.1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1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64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widths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character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units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20" w:right="-20"/>
        <w:jc w:val="left"/>
        <w:tabs>
          <w:tab w:pos="1280" w:val="left"/>
          <w:tab w:pos="2620" w:val="left"/>
          <w:tab w:pos="398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hide.0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hide.1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.true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don't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echo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420" w:right="-20"/>
        <w:jc w:val="left"/>
        <w:tabs>
          <w:tab w:pos="398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answer.0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answer.1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''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default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value: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empty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20" w:right="-20"/>
        <w:jc w:val="left"/>
        <w:tabs>
          <w:tab w:pos="32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VDialogPos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50,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50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center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message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box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screen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42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button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VMultBox(title,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"prompt",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"width",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"hide",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"answer",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buttons)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20" w:right="-20"/>
        <w:jc w:val="left"/>
        <w:tabs>
          <w:tab w:pos="4760" w:val="left"/>
          <w:tab w:pos="784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button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'OK'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answer.1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entered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20" w:right="-20"/>
        <w:jc w:val="left"/>
        <w:tabs>
          <w:tab w:pos="2440" w:val="left"/>
          <w:tab w:pos="7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.nil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"CANCEL"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pressed;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indicate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entered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20" w:lineRule="auto"/>
        <w:ind w:left="420" w:right="6960" w:firstLine="-193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displayError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msg</w:t>
      </w:r>
    </w:p>
    <w:p>
      <w:pPr>
        <w:spacing w:before="0" w:after="0" w:line="179" w:lineRule="exact"/>
        <w:ind w:left="42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i=1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10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while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msg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&lt;&gt;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""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240" w:lineRule="auto"/>
        <w:ind w:left="7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length(msg)</w:t>
      </w:r>
    </w:p>
    <w:p>
      <w:pPr>
        <w:spacing w:before="58" w:after="0" w:line="240" w:lineRule="auto"/>
        <w:ind w:left="709" w:right="-20"/>
        <w:jc w:val="left"/>
        <w:tabs>
          <w:tab w:pos="32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&gt;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80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VRexx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allows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80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chars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msg-line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176" w:lineRule="exact"/>
        <w:ind w:left="7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do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4" w:after="0" w:line="240" w:lineRule="auto"/>
        <w:ind w:left="999" w:right="-20"/>
        <w:jc w:val="left"/>
        <w:tabs>
          <w:tab w:pos="3980" w:val="left"/>
          <w:tab w:pos="7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lastpos(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msg,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80)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try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break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blank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999" w:right="-20"/>
        <w:jc w:val="left"/>
        <w:tabs>
          <w:tab w:pos="398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80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blank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80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chars,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force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break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7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</w:p>
    <w:p>
      <w:pPr>
        <w:spacing w:before="61" w:after="0" w:line="240" w:lineRule="auto"/>
        <w:ind w:left="709" w:right="-20"/>
        <w:jc w:val="left"/>
        <w:tabs>
          <w:tab w:pos="398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msg.i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substr(msg,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pos)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assign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chunk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msg-stem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7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msg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substr(msg,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pos+1)</w:t>
      </w:r>
    </w:p>
    <w:p>
      <w:pPr>
        <w:spacing w:before="61" w:after="0" w:line="240" w:lineRule="auto"/>
        <w:ind w:left="42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end</w:t>
      </w:r>
    </w:p>
    <w:p>
      <w:pPr>
        <w:spacing w:before="58" w:after="0" w:line="240" w:lineRule="auto"/>
        <w:ind w:left="420" w:right="-20"/>
        <w:jc w:val="left"/>
        <w:tabs>
          <w:tab w:pos="32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msg.0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assign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message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420" w:right="-20"/>
        <w:jc w:val="left"/>
        <w:tabs>
          <w:tab w:pos="320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call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VDialogPos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50,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50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center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message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box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screen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2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VMsgBox('Important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error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message!',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"msg",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show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OK-button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92" w:right="3731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15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Passwo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d.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60" w:lineRule="auto"/>
        <w:ind w:left="121" w:right="4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class,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if</w:t>
      </w:r>
      <w:r>
        <w:rPr>
          <w:rFonts w:ascii="Arial" w:hAnsi="Arial" w:cs="Arial" w:eastAsia="Arial"/>
          <w:sz w:val="24"/>
          <w:szCs w:val="24"/>
          <w:spacing w:val="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!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tested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enhancement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enhancement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1" w:right="83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4.2.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  </w:t>
      </w:r>
      <w:r>
        <w:rPr>
          <w:rFonts w:ascii="Arial" w:hAnsi="Arial" w:cs="Arial" w:eastAsia="Arial"/>
          <w:sz w:val="24"/>
          <w:szCs w:val="24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Pass</w:t>
      </w:r>
      <w:r>
        <w:rPr>
          <w:rFonts w:ascii="Arial" w:hAnsi="Arial" w:cs="Arial" w:eastAsia="Arial"/>
          <w:sz w:val="24"/>
          <w:szCs w:val="24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Pro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WP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Folder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Implemen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Ob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exx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shou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neede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uctu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acces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tut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ontent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0" w:footer="505" w:top="1300" w:bottom="700" w:left="1320" w:right="1320"/>
          <w:pgSz w:w="11900" w:h="16840"/>
        </w:sectPr>
      </w:pPr>
      <w:rPr/>
    </w:p>
    <w:p>
      <w:pPr>
        <w:spacing w:before="78" w:after="0" w:line="240" w:lineRule="auto"/>
        <w:ind w:left="27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ATTRIBUTE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0" w:right="-20"/>
        <w:jc w:val="left"/>
        <w:tabs>
          <w:tab w:pos="40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wpSaveState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Save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data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463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self~wpSaveString(self~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somGetClassName,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self~password)</w:t>
      </w:r>
    </w:p>
    <w:p>
      <w:pPr>
        <w:spacing w:before="58" w:after="0" w:line="240" w:lineRule="auto"/>
        <w:ind w:left="463" w:right="-20"/>
        <w:jc w:val="left"/>
        <w:tabs>
          <w:tab w:pos="40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self~wpSaveState:super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parent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save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any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state.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0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wpRestoreState</w:t>
      </w:r>
    </w:p>
    <w:p>
      <w:pPr>
        <w:spacing w:before="61" w:after="0" w:line="240" w:lineRule="auto"/>
        <w:ind w:left="463" w:right="-20"/>
        <w:jc w:val="left"/>
        <w:tabs>
          <w:tab w:pos="40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self~initButtons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make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sure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OREXX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side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initialized.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63" w:right="-20"/>
        <w:jc w:val="left"/>
        <w:tabs>
          <w:tab w:pos="40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size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.DLFULong~new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DLFUlong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size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query.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94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Retrieve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size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restore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63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self~wpRestoreString(self~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somGetClassName,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.nil,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size)</w:t>
      </w:r>
    </w:p>
    <w:p>
      <w:pPr>
        <w:spacing w:before="61" w:after="0" w:line="240" w:lineRule="auto"/>
        <w:ind w:left="94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Create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DLFString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large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enough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contain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plus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NULL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463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.DLFString~new~~_set_maxSize(size~_get_value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+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1)</w:t>
      </w:r>
    </w:p>
    <w:p>
      <w:pPr>
        <w:spacing w:before="61" w:after="0" w:line="319" w:lineRule="auto"/>
        <w:ind w:left="463" w:right="2093" w:firstLine="482"/>
        <w:jc w:val="left"/>
        <w:tabs>
          <w:tab w:pos="402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saved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self~wpRestor</w:t>
      </w:r>
      <w:r>
        <w:rPr>
          <w:rFonts w:ascii="Courier New" w:hAnsi="Courier New" w:cs="Courier New" w:eastAsia="Courier New"/>
          <w:sz w:val="16"/>
          <w:szCs w:val="16"/>
          <w:spacing w:val="-6"/>
          <w:w w:val="100"/>
        </w:rPr>
        <w:t>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String(self~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somGetClassName,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1,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size)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str~asString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Save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value.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0" w:after="0" w:line="180" w:lineRule="exact"/>
        <w:ind w:left="945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let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parent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restore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state.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240" w:lineRule="auto"/>
        <w:ind w:left="463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self~wpRestoreState:super(arg(1))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76" w:right="1567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ethod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passwo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wpSaveState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esto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eState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3" w:right="4757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1" w:lineRule="auto"/>
        <w:ind w:left="687" w:right="49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packa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lp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popup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packa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pub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tten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687" w:right="549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packa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6" w:lineRule="auto"/>
        <w:ind w:left="687" w:right="52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VXP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pts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7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ecute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popup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nput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9" w:lineRule="auto"/>
        <w:ind w:left="687" w:right="51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PLockFo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47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6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ility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VXP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pts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5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73" w:lineRule="exact"/>
        <w:ind w:left="687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stance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PLockFo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59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methods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363" w:lineRule="auto"/>
        <w:ind w:left="687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VXP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pts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wpOpe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pOpen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ompte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0" w:footer="505" w:top="1440" w:bottom="700" w:left="1320" w:right="1320"/>
          <w:pgSz w:w="11900" w:h="16840"/>
        </w:sectPr>
      </w:pPr>
      <w:rPr/>
    </w:p>
    <w:p>
      <w:pPr>
        <w:spacing w:before="78" w:after="0" w:line="240" w:lineRule="auto"/>
        <w:ind w:left="21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SMPPWChange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SUBCLASS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WPAbstract</w:t>
      </w:r>
    </w:p>
    <w:p>
      <w:pPr>
        <w:spacing w:before="61" w:after="0" w:line="240" w:lineRule="auto"/>
        <w:ind w:left="316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::METHOD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wpOpen</w:t>
      </w:r>
    </w:p>
    <w:p>
      <w:pPr>
        <w:spacing w:before="58" w:after="0" w:line="240" w:lineRule="auto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use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arg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handleContainer,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view,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params</w:t>
      </w:r>
    </w:p>
    <w:p>
      <w:pPr>
        <w:spacing w:before="61" w:after="0" w:line="240" w:lineRule="auto"/>
        <w:ind w:left="509" w:right="-20"/>
        <w:jc w:val="left"/>
        <w:tabs>
          <w:tab w:pos="4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\=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2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&amp;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\=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3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Opening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Default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view?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Dbl-click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798" w:right="-20"/>
        <w:jc w:val="left"/>
        <w:tabs>
          <w:tab w:pos="4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lockf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self~wpQueryFolder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containing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lock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1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61" w:after="0" w:line="240" w:lineRule="auto"/>
        <w:ind w:left="959" w:right="5708"/>
        <w:jc w:val="center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Ask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798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lockf~ask4Password('New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LockFolder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Password',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'Enter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Password'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)</w:t>
      </w:r>
    </w:p>
    <w:p>
      <w:pPr>
        <w:spacing w:before="61" w:after="0" w:line="319" w:lineRule="auto"/>
        <w:ind w:left="1088" w:right="2433" w:firstLine="-289"/>
        <w:jc w:val="left"/>
        <w:tabs>
          <w:tab w:pos="4060" w:val="left"/>
        </w:tabs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if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newpw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\=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.nil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Do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a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password?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lockf~password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=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newpw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Yup,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set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new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pw.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lockF~wpSaveImmediate</w:t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Save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state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(PW)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0" w:after="0" w:line="180" w:lineRule="exact"/>
        <w:ind w:left="798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1" w:after="0" w:line="240" w:lineRule="auto"/>
        <w:ind w:left="798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return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0</w:t>
      </w:r>
    </w:p>
    <w:p>
      <w:pPr>
        <w:spacing w:before="58" w:after="0" w:line="176" w:lineRule="exact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>End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spacing w:before="66" w:after="0" w:line="240" w:lineRule="auto"/>
        <w:ind w:left="991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/*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Forward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wpOpen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super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to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handle.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*/</w:t>
      </w:r>
    </w:p>
    <w:p>
      <w:pPr>
        <w:spacing w:before="58" w:after="0" w:line="240" w:lineRule="auto"/>
        <w:ind w:left="50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forward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class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</w:rPr>
        <w:t>(super)</w:t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20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gu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19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PP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hange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hang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Ex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Passwo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-1"/>
        </w:rPr>
        <w:t>d.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60" w:lineRule="auto"/>
        <w:ind w:left="687" w:right="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opened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poup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concu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9" w:lineRule="auto"/>
        <w:ind w:left="687" w:right="51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nstanc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setup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wpSe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method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wpSe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wpSaveState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wp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esto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eState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9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)</w:t>
      </w:r>
      <w:r>
        <w:rPr>
          <w:rFonts w:ascii="Arial" w:hAnsi="Arial" w:cs="Arial" w:eastAsia="Arial"/>
          <w:sz w:val="14"/>
          <w:szCs w:val="14"/>
          <w:spacing w:val="34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Fo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4"/>
          <w:szCs w:val="24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</w:t>
      </w:r>
      <w:r>
        <w:rPr>
          <w:rFonts w:ascii="Arial" w:hAnsi="Arial" w:cs="Arial" w:eastAsia="Arial"/>
          <w:sz w:val="24"/>
          <w:szCs w:val="24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ompte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nstanc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0"/>
        </w:rPr>
        <w:t>“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PLockFo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hene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shou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opened.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1" w:lineRule="auto"/>
        <w:ind w:left="687" w:right="50" w:firstLine="-566"/>
        <w:jc w:val="both"/>
        <w:tabs>
          <w:tab w:pos="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aced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doub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popup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named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687" w:right="382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PP</w:t>
      </w:r>
      <w:r>
        <w:rPr>
          <w:rFonts w:ascii="Arial" w:hAnsi="Arial" w:cs="Arial" w:eastAsia="Arial"/>
          <w:sz w:val="24"/>
          <w:szCs w:val="24"/>
          <w:spacing w:val="4"/>
          <w:w w:val="100"/>
          <w:i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hange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”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410" w:lineRule="atLeast"/>
        <w:ind w:left="121" w:right="53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6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pass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ethe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5" w:after="0" w:line="359" w:lineRule="auto"/>
        <w:ind w:left="404" w:right="57" w:firstLine="-283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41pt;margin-top:-2.310521pt;width:451.32pt;height:.1pt;mso-position-horizontal-relative:page;mso-position-vertical-relative:paragraph;z-index:-1464" coordorigin="1441,-46" coordsize="9026,2">
            <v:shape style="position:absolute;left:1441;top:-46;width:9026;height:2" coordorigin="1441,-46" coordsize="9026,0" path="m1441,-46l10467,-46e" filled="f" stroked="t" strokeweight=".5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9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   </w: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DL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ng”</w:t>
      </w:r>
      <w:r>
        <w:rPr>
          <w:rFonts w:ascii="Arial" w:hAnsi="Arial" w:cs="Arial" w:eastAsia="Arial"/>
          <w:sz w:val="20"/>
          <w:szCs w:val="20"/>
          <w:spacing w:val="16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ine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\o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2\dlf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la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md”</w:t>
      </w:r>
      <w:r>
        <w:rPr>
          <w:rFonts w:ascii="Arial" w:hAnsi="Arial" w:cs="Arial" w:eastAsia="Arial"/>
          <w:sz w:val="20"/>
          <w:szCs w:val="20"/>
          <w:spacing w:val="9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entioned</w:t>
      </w:r>
      <w:r>
        <w:rPr>
          <w:rFonts w:ascii="Arial" w:hAnsi="Arial" w:cs="Arial" w:eastAsia="Arial"/>
          <w:sz w:val="20"/>
          <w:szCs w:val="20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alie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allo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M.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alled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ethods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ontent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gu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get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ieved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505" w:top="1440" w:bottom="700" w:left="1320" w:right="1320"/>
          <w:pgSz w:w="11900" w:h="16840"/>
        </w:sectPr>
      </w:pPr>
      <w:rPr/>
    </w:p>
    <w:p>
      <w:pPr>
        <w:spacing w:before="67" w:after="0" w:line="240" w:lineRule="auto"/>
        <w:ind w:left="121" w:right="4624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      </w:t>
      </w:r>
      <w:r>
        <w:rPr>
          <w:rFonts w:ascii="Arial" w:hAnsi="Arial" w:cs="Arial" w:eastAsia="Arial"/>
          <w:sz w:val="28"/>
          <w:szCs w:val="28"/>
          <w:spacing w:val="7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UTLOOK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Espec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oducts.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attempte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necessa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manne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thou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/SO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custome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muc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estment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techno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10)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21" w:right="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ncept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ly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aph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bee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like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enhancement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like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OLE/Act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automat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entua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onment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somet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if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enhanc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Microso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cripting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Host”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H)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cilit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ich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ould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llow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batch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2" w:after="0" w:line="271" w:lineRule="exact"/>
        <w:ind w:left="121" w:right="132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lly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suppo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mos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app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lic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ons.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5" w:after="0" w:line="356" w:lineRule="auto"/>
        <w:ind w:left="404" w:right="58" w:firstLine="-283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41pt;margin-top:-2.310522pt;width:451.32pt;height:.1pt;mso-position-horizontal-relative:page;mso-position-vertical-relative:paragraph;z-index:-1463" coordorigin="1441,-46" coordsize="9026,2">
            <v:shape style="position:absolute;left:1441;top:-46;width:9026;height:2" coordorigin="1441,-46" coordsize="9026,0" path="m1441,-46l10467,-46e" filled="f" stroked="t" strokeweight=".5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1"/>
          <w:szCs w:val="11"/>
          <w:spacing w:val="1"/>
          <w:w w:val="100"/>
          <w:position w:val="7"/>
        </w:rPr>
        <w:t>10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)</w:t>
      </w:r>
      <w:r>
        <w:rPr>
          <w:rFonts w:ascii="Arial" w:hAnsi="Arial" w:cs="Arial" w:eastAsia="Arial"/>
          <w:sz w:val="11"/>
          <w:szCs w:val="11"/>
          <w:spacing w:val="0"/>
          <w:w w:val="100"/>
          <w:position w:val="7"/>
        </w:rPr>
        <w:t>  </w:t>
      </w:r>
      <w:r>
        <w:rPr>
          <w:rFonts w:ascii="Arial" w:hAnsi="Arial" w:cs="Arial" w:eastAsia="Arial"/>
          <w:sz w:val="11"/>
          <w:szCs w:val="11"/>
          <w:spacing w:val="30"/>
          <w:w w:val="100"/>
          <w:position w:val="7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tingl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3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it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has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4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ble</w:t>
      </w:r>
      <w:r>
        <w:rPr>
          <w:rFonts w:ascii="Arial" w:hAnsi="Arial" w:cs="Arial" w:eastAsia="Arial"/>
          <w:sz w:val="20"/>
          <w:szCs w:val="20"/>
          <w:spacing w:val="3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net</w:t>
      </w:r>
      <w:r>
        <w:rPr>
          <w:rFonts w:ascii="Arial" w:hAnsi="Arial" w:cs="Arial" w:eastAsia="Arial"/>
          <w:sz w:val="20"/>
          <w:szCs w:val="20"/>
          <w:spacing w:val="4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about</w:t>
      </w:r>
      <w:r>
        <w:rPr>
          <w:rFonts w:ascii="Arial" w:hAnsi="Arial" w:cs="Arial" w:eastAsia="Arial"/>
          <w:sz w:val="20"/>
          <w:szCs w:val="20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ation</w:t>
      </w:r>
      <w:r>
        <w:rPr>
          <w:rFonts w:ascii="Arial" w:hAnsi="Arial" w:cs="Arial" w:eastAsia="Arial"/>
          <w:sz w:val="20"/>
          <w:szCs w:val="20"/>
          <w:spacing w:val="3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boo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dealing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ith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D/S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and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S,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neither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IBM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ites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nor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out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his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indi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ates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that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ibl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ent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iginall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ted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bee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otivatio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eat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hed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ledge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ains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available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ted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505" w:top="1380" w:bottom="700" w:left="1320" w:right="1320"/>
          <w:pgSz w:w="11900" w:h="16840"/>
        </w:sectPr>
      </w:pPr>
      <w:rPr/>
    </w:p>
    <w:p>
      <w:pPr>
        <w:spacing w:before="67" w:after="0" w:line="240" w:lineRule="auto"/>
        <w:ind w:left="121" w:right="-20"/>
        <w:jc w:val="left"/>
        <w:tabs>
          <w:tab w:pos="96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6</w:t>
        <w:tab/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REFERENCES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39" w:lineRule="auto"/>
        <w:ind w:left="1537" w:right="181" w:firstLine="-1416"/>
        <w:jc w:val="left"/>
        <w:tabs>
          <w:tab w:pos="152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[BiDiSh97]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Bitterer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Dijkstra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V.,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arow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B.: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VisualA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alltalk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andboo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Vo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edboo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SG24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2219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1997.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hyperlink r:id="rId6"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  <w:t>http://www.redbooks.ibm.com</w:t>
        </w:r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</w:r>
      </w:hyperlink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40" w:lineRule="auto"/>
        <w:ind w:left="1537" w:right="462" w:firstLine="-1416"/>
        <w:jc w:val="left"/>
        <w:tabs>
          <w:tab w:pos="1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[Ende97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&amp;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et.a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1997.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40" w:lineRule="auto"/>
        <w:ind w:left="1537" w:right="276" w:firstLine="-1416"/>
        <w:jc w:val="left"/>
        <w:tabs>
          <w:tab w:pos="1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[Flat96a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Flatsche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R.G.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"Loca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onmen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Objec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"7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th</w:t>
      </w:r>
      <w:r>
        <w:rPr>
          <w:rFonts w:ascii="Arial" w:hAnsi="Arial" w:cs="Arial" w:eastAsia="Arial"/>
          <w:sz w:val="14"/>
          <w:szCs w:val="14"/>
          <w:spacing w:val="27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mpos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12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15,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as/Aust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1996"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Assoc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C.</w:t>
      </w:r>
    </w:p>
    <w:p>
      <w:pPr>
        <w:spacing w:before="3" w:after="0" w:line="240" w:lineRule="auto"/>
        <w:ind w:left="153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1996.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40" w:lineRule="auto"/>
        <w:ind w:left="1537" w:right="66" w:firstLine="-1416"/>
        <w:jc w:val="left"/>
        <w:tabs>
          <w:tab w:pos="1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[Flat96b]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Flatscher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R.G.: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"Object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Classes,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thod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Resolution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"7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th</w:t>
      </w:r>
      <w:r>
        <w:rPr>
          <w:rFonts w:ascii="Arial" w:hAnsi="Arial" w:cs="Arial" w:eastAsia="Arial"/>
          <w:sz w:val="14"/>
          <w:szCs w:val="14"/>
          <w:spacing w:val="27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mpos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12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15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as/Aust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1996"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Assoc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1996.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40" w:lineRule="auto"/>
        <w:ind w:left="1537" w:right="116" w:firstLine="-1416"/>
        <w:jc w:val="left"/>
        <w:tabs>
          <w:tab w:pos="1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[Flat96c]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Flatscher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R.G.: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"OR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_ANAL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ZE.CMD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Anal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ams"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th</w:t>
      </w:r>
      <w:r>
        <w:rPr>
          <w:rFonts w:ascii="Arial" w:hAnsi="Arial" w:cs="Arial" w:eastAsia="Arial"/>
          <w:sz w:val="14"/>
          <w:szCs w:val="14"/>
          <w:spacing w:val="27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mpos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12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15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as/Aust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in</w:t>
      </w:r>
    </w:p>
    <w:p>
      <w:pPr>
        <w:spacing w:before="3" w:after="0" w:line="240" w:lineRule="auto"/>
        <w:ind w:left="153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1996"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Assoc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1996.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38" w:lineRule="auto"/>
        <w:ind w:left="1537" w:right="368" w:firstLine="-1416"/>
        <w:jc w:val="left"/>
        <w:tabs>
          <w:tab w:pos="1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[Flat97]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Flatscher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R.G.: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"Utility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Routines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Utility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Object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oceed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"8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th</w:t>
      </w:r>
      <w:r>
        <w:rPr>
          <w:rFonts w:ascii="Arial" w:hAnsi="Arial" w:cs="Arial" w:eastAsia="Arial"/>
          <w:sz w:val="14"/>
          <w:szCs w:val="14"/>
          <w:spacing w:val="27"/>
          <w:w w:val="100"/>
          <w:position w:val="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Inte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mpos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il</w:t>
      </w:r>
    </w:p>
    <w:p>
      <w:pPr>
        <w:spacing w:before="5" w:after="0" w:line="340" w:lineRule="auto"/>
        <w:ind w:left="1537" w:right="68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22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nd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4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t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9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/Ge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1997"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Assoc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on,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1997.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[Go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ob83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dbe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D.: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Sma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3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ementat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Add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1983.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aEd96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R.,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Essent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bute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3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Su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&amp;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Sons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1996.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40" w:lineRule="auto"/>
        <w:ind w:left="1537" w:right="818" w:firstLine="-141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ah97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Londo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1997.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40" w:lineRule="auto"/>
        <w:ind w:left="1537" w:right="703" w:firstLine="-1416"/>
        <w:jc w:val="left"/>
        <w:tabs>
          <w:tab w:pos="1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[VeT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Veneske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J.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e",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ttsbu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1996.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40" w:lineRule="auto"/>
        <w:ind w:left="1537" w:right="473" w:firstLine="-141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95/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"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Londo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1997.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0" w:footer="505" w:top="1380" w:bottom="700" w:left="1320" w:right="1320"/>
          <w:pgSz w:w="11900" w:h="16840"/>
        </w:sectPr>
      </w:pPr>
      <w:rPr/>
    </w:p>
    <w:p>
      <w:pPr>
        <w:spacing w:before="79" w:after="0" w:line="240" w:lineRule="auto"/>
        <w:ind w:left="121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i]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omepa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hmet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537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hyperlink r:id="rId7"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  <w:t>http://www2.hursley.ibm.com/decimal/decimal.html</w:t>
        </w:r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</w:r>
      </w:hyperlink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obbes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WWW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epos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ope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under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37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OS/2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hyperlink r:id="rId8">
        <w:r>
          <w:rPr>
            <w:rFonts w:ascii="Courier New" w:hAnsi="Courier New" w:cs="Courier New" w:eastAsia="Courier New"/>
            <w:sz w:val="22"/>
            <w:szCs w:val="22"/>
            <w:spacing w:val="0"/>
            <w:w w:val="100"/>
          </w:rPr>
          <w:t>htt</w:t>
        </w:r>
        <w:r>
          <w:rPr>
            <w:rFonts w:ascii="Courier New" w:hAnsi="Courier New" w:cs="Courier New" w:eastAsia="Courier New"/>
            <w:sz w:val="22"/>
            <w:szCs w:val="22"/>
            <w:spacing w:val="-2"/>
            <w:w w:val="100"/>
          </w:rPr>
          <w:t>p</w:t>
        </w:r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  <w:t>://hobbes.nmsu.edu/</w:t>
        </w:r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</w:r>
      </w:hyperlink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38" w:lineRule="auto"/>
        <w:ind w:left="1537" w:right="610" w:firstLine="-1416"/>
        <w:jc w:val="left"/>
        <w:tabs>
          <w:tab w:pos="2280" w:val="left"/>
        </w:tabs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S_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H]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ndo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hyperlink r:id="rId9"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  <w:t>http://msdn.microsoft.com/scripting/windowshost/default.htm</w:t>
        </w:r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</w:r>
      </w:hyperlink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21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</w:rPr>
        <w:t>[</w:t>
      </w:r>
      <w:r>
        <w:rPr>
          <w:rFonts w:ascii="Arial" w:hAnsi="Arial" w:cs="Arial" w:eastAsia="Arial"/>
          <w:sz w:val="24"/>
          <w:szCs w:val="24"/>
          <w:spacing w:val="11"/>
        </w:rPr>
        <w:t>W</w:t>
      </w:r>
      <w:r>
        <w:rPr>
          <w:rFonts w:ascii="Arial" w:hAnsi="Arial" w:cs="Arial" w:eastAsia="Arial"/>
          <w:sz w:val="24"/>
          <w:szCs w:val="24"/>
          <w:spacing w:val="1"/>
        </w:rPr>
        <w:t>3Ob</w:t>
      </w:r>
      <w:r>
        <w:rPr>
          <w:rFonts w:ascii="Arial" w:hAnsi="Arial" w:cs="Arial" w:eastAsia="Arial"/>
          <w:sz w:val="24"/>
          <w:szCs w:val="24"/>
          <w:spacing w:val="0"/>
        </w:rPr>
        <w:t>jR</w:t>
      </w:r>
      <w:r>
        <w:rPr>
          <w:rFonts w:ascii="Arial" w:hAnsi="Arial" w:cs="Arial" w:eastAsia="Arial"/>
          <w:sz w:val="24"/>
          <w:szCs w:val="24"/>
          <w:spacing w:val="1"/>
        </w:rPr>
        <w:t>e</w:t>
      </w:r>
      <w:r>
        <w:rPr>
          <w:rFonts w:ascii="Arial" w:hAnsi="Arial" w:cs="Arial" w:eastAsia="Arial"/>
          <w:sz w:val="24"/>
          <w:szCs w:val="24"/>
          <w:spacing w:val="-2"/>
        </w:rPr>
        <w:t>x</w:t>
      </w:r>
      <w:r>
        <w:rPr>
          <w:rFonts w:ascii="Arial" w:hAnsi="Arial" w:cs="Arial" w:eastAsia="Arial"/>
          <w:sz w:val="24"/>
          <w:szCs w:val="24"/>
          <w:spacing w:val="-2"/>
        </w:rPr>
        <w:t>x</w:t>
      </w:r>
      <w:r>
        <w:rPr>
          <w:rFonts w:ascii="Arial" w:hAnsi="Arial" w:cs="Arial" w:eastAsia="Arial"/>
          <w:sz w:val="24"/>
          <w:szCs w:val="24"/>
          <w:spacing w:val="0"/>
        </w:rPr>
        <w:t>]</w:t>
      </w:r>
      <w:r>
        <w:rPr>
          <w:rFonts w:ascii="Arial" w:hAnsi="Arial" w:cs="Arial" w:eastAsia="Arial"/>
          <w:sz w:val="24"/>
          <w:szCs w:val="24"/>
          <w:spacing w:val="-49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homepa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37" w:right="-20"/>
        <w:jc w:val="left"/>
        <w:rPr>
          <w:rFonts w:ascii="Courier New" w:hAnsi="Courier New" w:cs="Courier New" w:eastAsia="Courier New"/>
          <w:sz w:val="22"/>
          <w:szCs w:val="22"/>
        </w:rPr>
      </w:pPr>
      <w:rPr/>
      <w:hyperlink r:id="rId10">
        <w:r>
          <w:rPr>
            <w:rFonts w:ascii="Courier New" w:hAnsi="Courier New" w:cs="Courier New" w:eastAsia="Courier New"/>
            <w:sz w:val="22"/>
            <w:szCs w:val="22"/>
            <w:spacing w:val="0"/>
            <w:w w:val="100"/>
          </w:rPr>
          <w:t>http://www.ibm.com/software/ad/obj-rexx/</w:t>
        </w:r>
      </w:hyperlink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1" w:right="-20"/>
        <w:jc w:val="left"/>
        <w:tabs>
          <w:tab w:pos="15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homepa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eato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ike</w:t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37" w:right="-20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hyperlink r:id="rId11"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  <w:t>http://www2.hursley.ibm.com/rexx/</w:t>
        </w:r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</w:r>
      </w:hyperlink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40" w:lineRule="auto"/>
        <w:ind w:left="1537" w:right="1419" w:firstLine="-1416"/>
        <w:jc w:val="left"/>
        <w:rPr>
          <w:rFonts w:ascii="Courier New" w:hAnsi="Courier New" w:cs="Courier New" w:eastAsia="Courier New"/>
          <w:sz w:val="20"/>
          <w:szCs w:val="20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[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]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homepa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Lan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Assoc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2000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hyperlink r:id="rId12"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  <w:t>http://www.RexxLA.org</w:t>
        </w:r>
        <w:r>
          <w:rPr>
            <w:rFonts w:ascii="Courier New" w:hAnsi="Courier New" w:cs="Courier New" w:eastAsia="Courier New"/>
            <w:sz w:val="20"/>
            <w:szCs w:val="20"/>
            <w:spacing w:val="0"/>
            <w:w w:val="100"/>
          </w:rPr>
        </w:r>
      </w:hyperlink>
    </w:p>
    <w:sectPr>
      <w:pgMar w:header="0" w:footer="505" w:top="1360" w:bottom="700" w:left="1320" w:right="132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2.041pt;margin-top:796.479004pt;width:451.32pt;height:.1pt;mso-position-horizontal-relative:page;mso-position-vertical-relative:page;z-index:-1473" coordorigin="1441,15930" coordsize="9026,2">
          <v:shape style="position:absolute;left:1441;top:15930;width:9026;height:2" coordorigin="1441,15930" coordsize="9026,0" path="m1441,15930l10467,15930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6.280594pt;margin-top:796.888672pt;width:271.290524pt;height:11.96pt;mso-position-horizontal-relative:page;mso-position-vertical-relative:page;z-index:-147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tending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1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</w:rPr>
                  <w:t>k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pla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Shell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ith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j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24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redbooks.ibm.com/" TargetMode="External"/><Relationship Id="rId7" Type="http://schemas.openxmlformats.org/officeDocument/2006/relationships/hyperlink" Target="http://www2.hursley.ibm.com/decimal/decimal.html" TargetMode="External"/><Relationship Id="rId8" Type="http://schemas.openxmlformats.org/officeDocument/2006/relationships/hyperlink" Target="http://hobbes.nmsu.edu/" TargetMode="External"/><Relationship Id="rId9" Type="http://schemas.openxmlformats.org/officeDocument/2006/relationships/hyperlink" Target="http://msdn.microsoft.com/scripting/windowshost/default.htm" TargetMode="External"/><Relationship Id="rId10" Type="http://schemas.openxmlformats.org/officeDocument/2006/relationships/hyperlink" Target="http://www.ibm.com/software/ad/obj-rexx/" TargetMode="External"/><Relationship Id="rId11" Type="http://schemas.openxmlformats.org/officeDocument/2006/relationships/hyperlink" Target="http://www2.hursley.ibm.com/rexx/" TargetMode="External"/><Relationship Id="rId12" Type="http://schemas.openxmlformats.org/officeDocument/2006/relationships/hyperlink" Target="http://www.RexxLA.org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2012-03-22T14:48:02Z</dcterms:created>
  <dcterms:modified xsi:type="dcterms:W3CDTF">2012-03-22T14:48:02Z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2001-03-25T00:00:00Z</vt:filetime>
  </property>
  <property fmtid="{D5CDD505-2E9C-101B-9397-08002B2CF9AE}" pid="3" name="LastSaved">
    <vt:filetime>2012-03-22T00:00:00Z</vt:filetime>
  </property>
</Properties>
</file>